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69CF23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E04F58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F4C3C2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81BA9">
        <w:rPr>
          <w:rFonts w:ascii="Corbel" w:hAnsi="Corbel"/>
          <w:i/>
          <w:smallCaps/>
          <w:sz w:val="24"/>
          <w:szCs w:val="24"/>
        </w:rPr>
        <w:t>202</w:t>
      </w:r>
      <w:r w:rsidR="00EA736C">
        <w:rPr>
          <w:rFonts w:ascii="Corbel" w:hAnsi="Corbel"/>
          <w:i/>
          <w:smallCaps/>
          <w:sz w:val="24"/>
          <w:szCs w:val="24"/>
        </w:rPr>
        <w:t>2</w:t>
      </w:r>
      <w:r w:rsidR="004C42D5">
        <w:rPr>
          <w:rFonts w:ascii="Corbel" w:hAnsi="Corbel"/>
          <w:i/>
          <w:smallCaps/>
          <w:sz w:val="24"/>
          <w:szCs w:val="24"/>
        </w:rPr>
        <w:t>/202</w:t>
      </w:r>
      <w:r w:rsidR="00EA736C">
        <w:rPr>
          <w:rFonts w:ascii="Corbel" w:hAnsi="Corbel"/>
          <w:i/>
          <w:smallCaps/>
          <w:sz w:val="24"/>
          <w:szCs w:val="24"/>
        </w:rPr>
        <w:t>3</w:t>
      </w:r>
      <w:r w:rsidR="00C81BA9">
        <w:rPr>
          <w:rFonts w:ascii="Corbel" w:hAnsi="Corbel"/>
          <w:i/>
          <w:smallCaps/>
          <w:sz w:val="24"/>
          <w:szCs w:val="24"/>
        </w:rPr>
        <w:t xml:space="preserve"> – 202</w:t>
      </w:r>
      <w:r w:rsidR="003327F8">
        <w:rPr>
          <w:rFonts w:ascii="Corbel" w:hAnsi="Corbel"/>
          <w:i/>
          <w:smallCaps/>
          <w:sz w:val="24"/>
          <w:szCs w:val="24"/>
        </w:rPr>
        <w:t>3</w:t>
      </w:r>
      <w:r w:rsidR="00C81BA9">
        <w:rPr>
          <w:rFonts w:ascii="Corbel" w:hAnsi="Corbel"/>
          <w:i/>
          <w:smallCaps/>
          <w:sz w:val="24"/>
          <w:szCs w:val="24"/>
        </w:rPr>
        <w:t>/202</w:t>
      </w:r>
      <w:r w:rsidR="003327F8">
        <w:rPr>
          <w:rFonts w:ascii="Corbel" w:hAnsi="Corbel"/>
          <w:i/>
          <w:smallCaps/>
          <w:sz w:val="24"/>
          <w:szCs w:val="24"/>
        </w:rPr>
        <w:t>4</w:t>
      </w:r>
    </w:p>
    <w:p w:rsidR="0085747A" w:rsidP="00EA4832" w:rsidRDefault="00EA4832" w14:paraId="7AAD2EA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0E4F37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4C42D5">
        <w:rPr>
          <w:rFonts w:ascii="Corbel" w:hAnsi="Corbel"/>
          <w:sz w:val="20"/>
          <w:szCs w:val="20"/>
        </w:rPr>
        <w:t>202</w:t>
      </w:r>
      <w:r w:rsidR="00EA736C">
        <w:rPr>
          <w:rFonts w:ascii="Corbel" w:hAnsi="Corbel"/>
          <w:sz w:val="20"/>
          <w:szCs w:val="20"/>
        </w:rPr>
        <w:t>2</w:t>
      </w:r>
      <w:r w:rsidR="004C42D5">
        <w:rPr>
          <w:rFonts w:ascii="Corbel" w:hAnsi="Corbel"/>
          <w:sz w:val="20"/>
          <w:szCs w:val="20"/>
        </w:rPr>
        <w:t>/202</w:t>
      </w:r>
      <w:r w:rsidR="00EA736C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4A5C50A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28DFFC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3DCA6DD" w14:paraId="0D38E2A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C99BC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DCA6DD" w:rsidRDefault="00EC4FB5" w14:paraId="20DE5A3F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3DCA6DD" w:rsidR="00EC4FB5">
              <w:rPr>
                <w:rFonts w:ascii="Corbel" w:hAnsi="Corbel"/>
                <w:b w:val="1"/>
                <w:bCs w:val="1"/>
                <w:sz w:val="24"/>
                <w:szCs w:val="24"/>
              </w:rPr>
              <w:t>Prawo policyjne</w:t>
            </w:r>
          </w:p>
        </w:tc>
      </w:tr>
      <w:tr w:rsidRPr="009C54AE" w:rsidR="0085747A" w:rsidTr="73DCA6DD" w14:paraId="274C74A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A5BEA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8152F" w14:paraId="13365A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A2SO34</w:t>
            </w:r>
          </w:p>
        </w:tc>
      </w:tr>
      <w:tr w:rsidRPr="009C54AE" w:rsidR="0085747A" w:rsidTr="73DCA6DD" w14:paraId="7827A0A8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B24B42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DCA6DD" w:rsidRDefault="00EC4FB5" w14:paraId="0A1F91C3" w14:textId="7B5A6EA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DCA6DD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73DCA6DD" w:rsidR="00A91B9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73DCA6DD" w:rsidR="00A91B9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73DCA6DD" w14:paraId="0BB4360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4B3D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DCA6DD" w:rsidRDefault="00EA736C" w14:paraId="188043C2" w14:textId="1D7397C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DCA6DD" w:rsidR="57014391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Prawnych</w:t>
            </w:r>
            <w:r w:rsidRPr="73DCA6DD" w:rsidR="5701439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73DCA6DD" w:rsidR="00EA736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Pracownia</w:t>
            </w:r>
            <w:r w:rsidRPr="73DCA6DD" w:rsidR="00EC4FB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Prawa Policyjnego </w:t>
            </w:r>
          </w:p>
        </w:tc>
      </w:tr>
      <w:tr w:rsidRPr="009C54AE" w:rsidR="0085747A" w:rsidTr="73DCA6DD" w14:paraId="654960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8A82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C42D5" w14:paraId="2BCFFD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73DCA6DD" w14:paraId="32DB8FD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AFFF2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580780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A736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73DCA6DD" w14:paraId="0C5DEB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2922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412390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3DCA6DD" w14:paraId="5402F7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103F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2C7307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3DCA6DD" w14:paraId="46DF2B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0E151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DCA6DD" w:rsidRDefault="009A396B" w14:paraId="2EFD4F7D" w14:textId="49BA8A8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DCA6DD" w:rsidR="004C42D5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3DCA6DD" w:rsidR="2690B6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73DCA6DD" w:rsidR="009A396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73DCA6DD" w14:paraId="361216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A8843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A396B" w14:paraId="588309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73DCA6DD" w14:paraId="036E2AD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EEC7F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C4FB5" w14:paraId="01E9DA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3DCA6DD" w14:paraId="0F7BE0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6E7B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C4FB5" w14:paraId="0D8DAE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9C54AE" w:rsidR="0086628D" w:rsidTr="73DCA6DD" w14:paraId="7C35E0BF" w14:textId="77777777">
        <w:tc>
          <w:tcPr>
            <w:tcW w:w="2694" w:type="dxa"/>
            <w:tcMar/>
            <w:vAlign w:val="center"/>
          </w:tcPr>
          <w:p w:rsidRPr="009C54AE" w:rsidR="0086628D" w:rsidP="0086628D" w:rsidRDefault="0086628D" w14:paraId="1E52D6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6628D" w:rsidP="0086628D" w:rsidRDefault="0086628D" w14:paraId="6AEF5FAA" w14:textId="3C25A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39FBFBD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2F95C1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34DE6C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E9AF14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73DCA6DD" w14:paraId="15058C4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927F9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DA454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57E1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71B4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1B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FFC5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646EE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A4B90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E877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30FA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604E6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3DCA6DD" w14:paraId="55E9E06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C4FB5" w14:paraId="10E305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A396B" w14:paraId="7061DE3D" w14:textId="69395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3DCA6DD" w:rsidR="009A396B">
              <w:rPr>
                <w:rFonts w:ascii="Corbel" w:hAnsi="Corbel"/>
                <w:sz w:val="24"/>
                <w:szCs w:val="24"/>
              </w:rPr>
              <w:t>15</w:t>
            </w:r>
            <w:r w:rsidRPr="73DCA6DD" w:rsidR="00EC4FB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A396B" w14:paraId="7597AB6A" w14:textId="77CBB0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3DCA6DD" w:rsidR="009A396B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97F9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3903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5627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2F86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48A7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55B8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42D5" w14:paraId="109C44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9B0624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EB6F4D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BDCAF9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8108F" w14:paraId="6C49A7B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8108F" w14:paraId="60B52D7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19D26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4ED70B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4C42D5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D6710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9C54AE" w14:paraId="44099D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42D5" w:rsidP="004C42D5" w:rsidRDefault="004C42D5" w14:paraId="3FEA52D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 w:rsidRPr="00081718" w:rsidR="00D67103">
        <w:rPr>
          <w:rFonts w:ascii="Corbel" w:hAnsi="Corbel"/>
          <w:b w:val="0"/>
          <w:smallCaps w:val="0"/>
          <w:szCs w:val="24"/>
        </w:rPr>
        <w:t>Zaliczenie z oceną w formie pisemnej lub ustnej.</w:t>
      </w:r>
      <w:r w:rsidR="00D67103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Egzamin </w:t>
      </w:r>
      <w:r w:rsidR="00D67103">
        <w:rPr>
          <w:rFonts w:ascii="Corbel" w:hAnsi="Corbel"/>
          <w:b w:val="0"/>
          <w:smallCaps w:val="0"/>
          <w:szCs w:val="24"/>
        </w:rPr>
        <w:t xml:space="preserve">lub zaliczenie w formie </w:t>
      </w:r>
      <w:r w:rsidRPr="00081718">
        <w:rPr>
          <w:rFonts w:ascii="Corbel" w:hAnsi="Corbel"/>
          <w:b w:val="0"/>
          <w:smallCaps w:val="0"/>
          <w:szCs w:val="24"/>
        </w:rPr>
        <w:t>pisemn</w:t>
      </w:r>
      <w:r w:rsidR="00D67103">
        <w:rPr>
          <w:rFonts w:ascii="Corbel" w:hAnsi="Corbel"/>
          <w:b w:val="0"/>
          <w:smallCaps w:val="0"/>
          <w:szCs w:val="24"/>
        </w:rPr>
        <w:t>ej</w:t>
      </w:r>
      <w:r w:rsidRPr="00081718">
        <w:rPr>
          <w:rFonts w:ascii="Corbel" w:hAnsi="Corbel"/>
          <w:b w:val="0"/>
          <w:smallCaps w:val="0"/>
          <w:szCs w:val="24"/>
        </w:rPr>
        <w:t xml:space="preserve"> zawierać może pytania testowe, otwarte oraz problemy do rozwiązania.</w:t>
      </w:r>
    </w:p>
    <w:p w:rsidR="006716BF" w:rsidP="006716BF" w:rsidRDefault="006716BF" w14:paraId="1B78EAE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P="009C54AE" w:rsidRDefault="0085747A" w14:paraId="7F733FE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Pr="009C54AE" w:rsidR="009E05C7" w:rsidP="009C54AE" w:rsidRDefault="009E05C7" w14:paraId="03667F1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3DCA6DD" w14:paraId="343F68C5" w14:textId="77777777">
        <w:tc>
          <w:tcPr>
            <w:tcW w:w="9670" w:type="dxa"/>
            <w:tcMar/>
          </w:tcPr>
          <w:p w:rsidRPr="009C54AE" w:rsidR="0085747A" w:rsidP="73DCA6DD" w:rsidRDefault="0085747A" w14:paraId="524821A4" w14:textId="650B99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DCA6DD" w:rsidR="004C42D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podstawowych zagadnień z prawa administracyjnego</w:t>
            </w:r>
          </w:p>
        </w:tc>
      </w:tr>
    </w:tbl>
    <w:p w:rsidR="00153C41" w:rsidP="009C54AE" w:rsidRDefault="00153C41" w14:paraId="7FA31F6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FF8004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83003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4FB9AC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36EB80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70547D12" w14:textId="77777777">
        <w:tc>
          <w:tcPr>
            <w:tcW w:w="851" w:type="dxa"/>
            <w:vAlign w:val="center"/>
          </w:tcPr>
          <w:p w:rsidRPr="009C54AE" w:rsidR="0085747A" w:rsidP="009C54AE" w:rsidRDefault="0085747A" w14:paraId="4996298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D67103" w:rsidRDefault="000407B8" w14:paraId="20C2E83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D67103">
              <w:rPr>
                <w:rFonts w:ascii="Corbel" w:hAnsi="Corbel"/>
                <w:b w:val="0"/>
                <w:sz w:val="24"/>
                <w:szCs w:val="24"/>
              </w:rPr>
              <w:t>zajęć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wraz z aparaturą pojęciową odnoszącą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do szeroko rozumianego prawa policyjnego w kontekście uregulowań administracyjnoprawnych.</w:t>
            </w:r>
          </w:p>
        </w:tc>
      </w:tr>
      <w:tr w:rsidRPr="009C54AE" w:rsidR="0085747A" w:rsidTr="00923D7D" w14:paraId="089FBE95" w14:textId="77777777">
        <w:tc>
          <w:tcPr>
            <w:tcW w:w="851" w:type="dxa"/>
            <w:vAlign w:val="center"/>
          </w:tcPr>
          <w:p w:rsidRPr="009C54AE" w:rsidR="0085747A" w:rsidP="009C54AE" w:rsidRDefault="000407B8" w14:paraId="744F009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407B8" w:rsidR="0085747A" w:rsidP="000407B8" w:rsidRDefault="000407B8" w14:paraId="15D7889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>dań polskich służb policyjnych 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wykonywania. Studentom zaprezentowane zostaną: geneza i podstawowe cele oraz zadania Policji. Dowiedzą się tak</w:t>
            </w:r>
            <w:r>
              <w:rPr>
                <w:rFonts w:ascii="Corbel" w:hAnsi="Corbel"/>
                <w:b w:val="0"/>
                <w:sz w:val="24"/>
                <w:szCs w:val="24"/>
              </w:rPr>
              <w:t>że o czynnościach dochodzeniowo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śledczych, czynnościach operacyjno-rozpoznawc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zych oraz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czynnościach administracyjno-porządkowych.                                           </w:t>
            </w:r>
          </w:p>
        </w:tc>
      </w:tr>
    </w:tbl>
    <w:p w:rsidRPr="009C54AE" w:rsidR="0085747A" w:rsidP="009C54AE" w:rsidRDefault="0085747A" w14:paraId="735F16A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1F5955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56EB7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741FF670" w14:textId="77777777">
        <w:tc>
          <w:tcPr>
            <w:tcW w:w="1701" w:type="dxa"/>
            <w:vAlign w:val="center"/>
          </w:tcPr>
          <w:p w:rsidRPr="009C54AE" w:rsidR="0085747A" w:rsidP="009C54AE" w:rsidRDefault="0085747A" w14:paraId="637F60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893FC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05551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1054B81A" w14:textId="77777777">
        <w:tc>
          <w:tcPr>
            <w:tcW w:w="1701" w:type="dxa"/>
          </w:tcPr>
          <w:p w:rsidRPr="009C54AE" w:rsidR="0085747A" w:rsidP="009C54AE" w:rsidRDefault="0085747A" w14:paraId="093E1E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66F5C" w:rsidR="00C735C9" w:rsidP="00D66F5C" w:rsidRDefault="00C735C9" w14:paraId="2F2D78BF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C735C9">
              <w:rPr>
                <w:sz w:val="24"/>
                <w:szCs w:val="24"/>
              </w:rPr>
              <w:t>Wykazuje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się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szczegółową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wiedzą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temat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struktur,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instytucji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zasad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działania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organów administracji publicznej ze szczególnym uwzględnieniem organów Policji,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genezy</w:t>
            </w:r>
            <w:r w:rsidRPr="00C735C9">
              <w:rPr>
                <w:spacing w:val="7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="00D66F5C">
              <w:rPr>
                <w:sz w:val="24"/>
                <w:szCs w:val="24"/>
              </w:rPr>
              <w:t>przemian</w:t>
            </w:r>
            <w:r w:rsidRPr="00C735C9">
              <w:rPr>
                <w:spacing w:val="10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wykonywanych</w:t>
            </w:r>
            <w:r w:rsidRPr="00C735C9">
              <w:rPr>
                <w:spacing w:val="-2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przez</w:t>
            </w:r>
            <w:r w:rsidRPr="00C735C9">
              <w:rPr>
                <w:spacing w:val="-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nie</w:t>
            </w:r>
            <w:r w:rsidRPr="00C735C9">
              <w:rPr>
                <w:spacing w:val="-3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zadań</w:t>
            </w:r>
            <w:r w:rsidR="00D66F5C">
              <w:rPr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P="009C54AE" w:rsidRDefault="003E5C70" w14:paraId="7E7E13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:rsidRPr="009C54AE" w:rsidR="009C4B2A" w:rsidP="009C54AE" w:rsidRDefault="009C4B2A" w14:paraId="45C0CB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E5C70" w:rsidTr="00536318" w14:paraId="0D67F312" w14:textId="77777777">
        <w:tc>
          <w:tcPr>
            <w:tcW w:w="1701" w:type="dxa"/>
          </w:tcPr>
          <w:p w:rsidRPr="009C54AE" w:rsidR="003E5C70" w:rsidP="00536318" w:rsidRDefault="003E5C70" w14:paraId="1D2777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66F5C" w:rsidR="00D66F5C" w:rsidP="00D66F5C" w:rsidRDefault="003E5C70" w14:paraId="0E2F336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E5C70">
              <w:rPr>
                <w:rFonts w:ascii="Corbel" w:hAnsi="Corbel"/>
                <w:sz w:val="24"/>
                <w:szCs w:val="24"/>
              </w:rPr>
              <w:t xml:space="preserve">Dysponuje pogłębioną wiedzą o relacjach między organami administracji publicznej, w tym organami </w:t>
            </w:r>
            <w:r w:rsidR="0088760B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olicji 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odpowiedzialnymi za bezpieczeństwo </w:t>
            </w:r>
            <w:r>
              <w:rPr>
                <w:rFonts w:ascii="Corbel" w:hAnsi="Corbel"/>
                <w:sz w:val="24"/>
                <w:szCs w:val="24"/>
              </w:rPr>
              <w:t xml:space="preserve">i porządek publiczny </w:t>
            </w:r>
            <w:r w:rsidRPr="003E5C70">
              <w:rPr>
                <w:rFonts w:ascii="Corbel" w:hAnsi="Corbel"/>
                <w:sz w:val="24"/>
                <w:szCs w:val="24"/>
              </w:rPr>
              <w:t>oraz relacjach między nimi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 a jednostką i </w:t>
            </w:r>
            <w:r>
              <w:rPr>
                <w:rFonts w:ascii="Corbel" w:hAnsi="Corbel"/>
                <w:sz w:val="24"/>
                <w:szCs w:val="24"/>
              </w:rPr>
              <w:t>innymi podmiotami.</w:t>
            </w:r>
          </w:p>
        </w:tc>
        <w:tc>
          <w:tcPr>
            <w:tcW w:w="1873" w:type="dxa"/>
          </w:tcPr>
          <w:p w:rsidRPr="009C54AE" w:rsidR="003E5C70" w:rsidP="00536318" w:rsidRDefault="003E5C70" w14:paraId="43D2EA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9C54AE" w:rsidR="009C4B2A" w:rsidTr="00715414" w14:paraId="70B7169C" w14:textId="77777777">
        <w:tc>
          <w:tcPr>
            <w:tcW w:w="1701" w:type="dxa"/>
          </w:tcPr>
          <w:p w:rsidRPr="009C54AE" w:rsidR="009C4B2A" w:rsidP="00715414" w:rsidRDefault="009C4B2A" w14:paraId="67E4B0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D66F5C" w:rsidR="00D66F5C" w:rsidP="00D66F5C" w:rsidRDefault="00D66F5C" w14:paraId="4B5B1DCA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Dysponuje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usystematyzowaną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odpowiedzialności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etyki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funkcjonariuszy Policji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oraz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kluczowe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zagadnienia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dotyczące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zatrudnienia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tej </w:t>
            </w:r>
            <w:r w:rsidRPr="00D66F5C">
              <w:rPr>
                <w:sz w:val="24"/>
                <w:szCs w:val="24"/>
              </w:rPr>
              <w:t>służbie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9C4B2A" w:rsidP="00715414" w:rsidRDefault="009C4B2A" w14:paraId="01929D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9C54AE" w:rsidR="003E5C70" w:rsidTr="00536318" w14:paraId="4B726721" w14:textId="77777777">
        <w:tc>
          <w:tcPr>
            <w:tcW w:w="1701" w:type="dxa"/>
          </w:tcPr>
          <w:p w:rsidRPr="009C54AE" w:rsidR="003E5C70" w:rsidP="00536318" w:rsidRDefault="003E5C70" w14:paraId="3AEB64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D66F5C" w:rsidR="00D66F5C" w:rsidP="00D66F5C" w:rsidRDefault="00D66F5C" w14:paraId="7369EBA9" w14:textId="77777777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Wykazuje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się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pogłębioną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teorii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naukowych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właściwych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dla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kierunku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administracja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ze szczególnym uwzględnieniem prawa policyjnego </w:t>
            </w:r>
            <w:r w:rsidRPr="00D66F5C">
              <w:rPr>
                <w:sz w:val="24"/>
                <w:szCs w:val="24"/>
              </w:rPr>
              <w:t>oraz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rozszerzoną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zakresie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miejsca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znaczenia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 społecznych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 systemie nauk</w:t>
            </w:r>
            <w:r>
              <w:rPr>
                <w:sz w:val="24"/>
                <w:szCs w:val="24"/>
              </w:rPr>
              <w:t xml:space="preserve">, a także </w:t>
            </w:r>
            <w:r w:rsidRPr="00D66F5C">
              <w:rPr>
                <w:sz w:val="24"/>
                <w:szCs w:val="24"/>
              </w:rPr>
              <w:t xml:space="preserve">rozpoznaje 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relacje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lastRenderedPageBreak/>
              <w:t xml:space="preserve">prawa policyjnego </w:t>
            </w:r>
            <w:r w:rsidRPr="00D66F5C">
              <w:rPr>
                <w:sz w:val="24"/>
                <w:szCs w:val="24"/>
              </w:rPr>
              <w:t>do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innych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społecznych,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znając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zarys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ewolucji</w:t>
            </w:r>
            <w:r>
              <w:rPr>
                <w:sz w:val="24"/>
                <w:szCs w:val="24"/>
              </w:rPr>
              <w:t xml:space="preserve"> podmiotów policyjnych</w:t>
            </w:r>
            <w:r w:rsidRPr="00D66F5C">
              <w:rPr>
                <w:sz w:val="24"/>
                <w:szCs w:val="24"/>
              </w:rPr>
              <w:t>,</w:t>
            </w:r>
            <w:r w:rsidRPr="00D66F5C">
              <w:rPr>
                <w:spacing w:val="3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 xml:space="preserve">a także </w:t>
            </w:r>
            <w:r>
              <w:rPr>
                <w:sz w:val="24"/>
                <w:szCs w:val="24"/>
              </w:rPr>
              <w:t>posiada</w:t>
            </w:r>
            <w:r w:rsidRPr="00D66F5C">
              <w:rPr>
                <w:sz w:val="24"/>
                <w:szCs w:val="24"/>
              </w:rPr>
              <w:t xml:space="preserve"> szeroką wiedzę na </w:t>
            </w:r>
            <w:r>
              <w:rPr>
                <w:sz w:val="24"/>
                <w:szCs w:val="24"/>
              </w:rPr>
              <w:t xml:space="preserve">temat </w:t>
            </w:r>
            <w:r w:rsidRPr="00D66F5C">
              <w:rPr>
                <w:sz w:val="24"/>
                <w:szCs w:val="24"/>
              </w:rPr>
              <w:t xml:space="preserve">struktur </w:t>
            </w:r>
            <w:r>
              <w:rPr>
                <w:sz w:val="24"/>
                <w:szCs w:val="24"/>
              </w:rPr>
              <w:t>Policji w Polsce.</w:t>
            </w:r>
          </w:p>
        </w:tc>
        <w:tc>
          <w:tcPr>
            <w:tcW w:w="1873" w:type="dxa"/>
          </w:tcPr>
          <w:p w:rsidRPr="009C54AE" w:rsidR="003E5C70" w:rsidP="00536318" w:rsidRDefault="00175954" w14:paraId="4182A1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lastRenderedPageBreak/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Pr="009C54AE" w:rsidR="003E5C70" w:rsidTr="00536318" w14:paraId="673E2921" w14:textId="77777777">
        <w:tc>
          <w:tcPr>
            <w:tcW w:w="1701" w:type="dxa"/>
          </w:tcPr>
          <w:p w:rsidRPr="009C54AE" w:rsidR="003E5C70" w:rsidP="00536318" w:rsidRDefault="003E5C70" w14:paraId="7EEB2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D66F5C" w:rsidR="00D66F5C" w:rsidP="0088760B" w:rsidRDefault="00175954" w14:paraId="1F80E1C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wzajemne relacje z wykorzystaniem wiedzy w zakresie nauk administracyjnych i nauk o </w:t>
            </w:r>
            <w:r w:rsidR="0088760B">
              <w:rPr>
                <w:rFonts w:ascii="Corbel" w:hAnsi="Corbel"/>
                <w:sz w:val="24"/>
                <w:szCs w:val="24"/>
              </w:rPr>
              <w:t>policji</w:t>
            </w:r>
            <w:r w:rsidRPr="0017595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3E5C70" w:rsidP="00536318" w:rsidRDefault="00175954" w14:paraId="2E6156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Pr="009C54AE" w:rsidR="003E5C70" w:rsidTr="00536318" w14:paraId="625E2278" w14:textId="77777777">
        <w:tc>
          <w:tcPr>
            <w:tcW w:w="1701" w:type="dxa"/>
          </w:tcPr>
          <w:p w:rsidRPr="009C54AE" w:rsidR="003E5C70" w:rsidP="00536318" w:rsidRDefault="003E5C70" w14:paraId="56BCCF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F7169E" w:rsidR="00D66F5C" w:rsidP="00F7169E" w:rsidRDefault="00175954" w14:paraId="246D51E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Posiada umiejętność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 wykorzystania posiadanej wiedzy oraz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doboru źródeł i informacji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związanych z </w:t>
            </w:r>
            <w:r>
              <w:rPr>
                <w:rFonts w:ascii="Corbel" w:hAnsi="Corbel"/>
                <w:sz w:val="24"/>
                <w:szCs w:val="24"/>
              </w:rPr>
              <w:t>działalnością administracji policyjnej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dostrzega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rolę </w:t>
            </w:r>
            <w:r>
              <w:rPr>
                <w:rFonts w:ascii="Corbel" w:hAnsi="Corbel"/>
                <w:sz w:val="24"/>
                <w:szCs w:val="24"/>
              </w:rPr>
              <w:t xml:space="preserve">Policji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 organizacji państwa i współczesnego społeczeństwa,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a także potrafi </w:t>
            </w:r>
            <w:r w:rsidRPr="00175954">
              <w:rPr>
                <w:rFonts w:ascii="Corbel" w:hAnsi="Corbel"/>
                <w:sz w:val="24"/>
                <w:szCs w:val="24"/>
              </w:rPr>
              <w:t>formułować własne opinie na ten temat oraz stawiać hipotezy badawcze i je weryfikować.</w:t>
            </w:r>
          </w:p>
        </w:tc>
        <w:tc>
          <w:tcPr>
            <w:tcW w:w="1873" w:type="dxa"/>
          </w:tcPr>
          <w:p w:rsidRPr="009C54AE" w:rsidR="003E5C70" w:rsidP="00536318" w:rsidRDefault="00175954" w14:paraId="10ECAA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9C54AE" w:rsidR="003E5C70" w:rsidTr="00536318" w14:paraId="29AB1745" w14:textId="77777777">
        <w:tc>
          <w:tcPr>
            <w:tcW w:w="1701" w:type="dxa"/>
          </w:tcPr>
          <w:p w:rsidRPr="009C54AE" w:rsidR="003E5C70" w:rsidP="00536318" w:rsidRDefault="003E5C70" w14:paraId="505D36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F7169E" w:rsidR="00F7169E" w:rsidP="00F7169E" w:rsidRDefault="00F7169E" w14:paraId="22F9FB1A" w14:textId="77777777">
            <w:pPr>
              <w:pStyle w:val="TableParagraph"/>
              <w:ind w:left="34" w:right="97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Posiada umiejętność logicznego myślenia, analizy</w:t>
            </w:r>
            <w:r w:rsidRPr="00F7169E">
              <w:rPr>
                <w:spacing w:val="-4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1"/>
                <w:sz w:val="24"/>
                <w:szCs w:val="24"/>
              </w:rPr>
              <w:t> </w:t>
            </w:r>
            <w:r w:rsidRPr="00F7169E">
              <w:rPr>
                <w:sz w:val="24"/>
                <w:szCs w:val="24"/>
              </w:rPr>
              <w:t>syntezy,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dzięki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czemu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potrafi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przekonująco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argumentować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interpretować</w:t>
            </w:r>
            <w:r w:rsidRPr="00F7169E">
              <w:rPr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zjawiska administracyjne,</w:t>
            </w:r>
          </w:p>
          <w:p w:rsidRPr="00175954" w:rsidR="00F7169E" w:rsidP="00F7169E" w:rsidRDefault="00F7169E" w14:paraId="6B22CBF7" w14:textId="77777777">
            <w:pPr>
              <w:spacing w:after="0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>prawne,</w:t>
            </w:r>
            <w:r w:rsidRPr="00F7169E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społeczne,</w:t>
            </w:r>
            <w:r w:rsidRPr="00F7169E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polityczne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i ekonomiczne</w:t>
            </w:r>
            <w:r w:rsidRPr="00F7169E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zachodzące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działalności Policji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sytuacjach decyzyjnych</w:t>
            </w:r>
            <w:r>
              <w:rPr>
                <w:rFonts w:ascii="Corbel" w:hAnsi="Corbel"/>
                <w:sz w:val="24"/>
                <w:szCs w:val="24"/>
              </w:rPr>
              <w:t xml:space="preserve"> z zakresu ochrony bezpieczeństwa ludzi oraz utrzymania bezpieczeństwa i porządku publicznego.</w:t>
            </w:r>
          </w:p>
        </w:tc>
        <w:tc>
          <w:tcPr>
            <w:tcW w:w="1873" w:type="dxa"/>
          </w:tcPr>
          <w:p w:rsidRPr="009C54AE" w:rsidR="003E5C70" w:rsidP="00536318" w:rsidRDefault="00802262" w14:paraId="30F7B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Pr="009C54AE" w:rsidR="003E5C70" w:rsidTr="00536318" w14:paraId="48A4D6A2" w14:textId="77777777">
        <w:tc>
          <w:tcPr>
            <w:tcW w:w="1701" w:type="dxa"/>
          </w:tcPr>
          <w:p w:rsidRPr="009C54AE" w:rsidR="003E5C70" w:rsidP="00536318" w:rsidRDefault="003E5C70" w14:paraId="23A86E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F7169E" w:rsidR="00F7169E" w:rsidP="00F7169E" w:rsidRDefault="00F7169E" w14:paraId="0F96E84C" w14:textId="77777777">
            <w:pPr>
              <w:pStyle w:val="TableParagraph"/>
              <w:spacing w:before="1"/>
              <w:ind w:left="34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Jest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gotowy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samodzielnie</w:t>
            </w:r>
            <w:r w:rsidRPr="00F7169E">
              <w:rPr>
                <w:spacing w:val="2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krytycznie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uzupełniać</w:t>
            </w:r>
            <w:r w:rsidRPr="00F7169E">
              <w:rPr>
                <w:spacing w:val="6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wiedzę</w:t>
            </w:r>
            <w:r>
              <w:rPr>
                <w:sz w:val="24"/>
                <w:szCs w:val="24"/>
              </w:rPr>
              <w:t xml:space="preserve"> z zakresu administracyjnoprawnych zagadnień prawa policyjnego z uwzględnieniem aspektów interdyscyplinarnych.</w:t>
            </w:r>
          </w:p>
        </w:tc>
        <w:tc>
          <w:tcPr>
            <w:tcW w:w="1873" w:type="dxa"/>
          </w:tcPr>
          <w:p w:rsidRPr="009C54AE" w:rsidR="003E5C70" w:rsidP="00536318" w:rsidRDefault="00802262" w14:paraId="2B5A77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08301F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Pr="009C54AE" w:rsidR="009C4B2A" w:rsidTr="00715414" w14:paraId="7EA3F4D5" w14:textId="77777777">
        <w:tc>
          <w:tcPr>
            <w:tcW w:w="1701" w:type="dxa"/>
          </w:tcPr>
          <w:p w:rsidRPr="009C54AE" w:rsidR="009C4B2A" w:rsidP="00715414" w:rsidRDefault="009C4B2A" w14:paraId="76CAE1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F7169E" w:rsidR="00F7169E" w:rsidP="00F7169E" w:rsidRDefault="00F7169E" w14:paraId="603E18ED" w14:textId="7777777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 xml:space="preserve">Jest zdolny do samodzielnego </w:t>
            </w:r>
            <w:r>
              <w:rPr>
                <w:rFonts w:ascii="Corbel" w:hAnsi="Corbel"/>
                <w:sz w:val="24"/>
                <w:szCs w:val="24"/>
              </w:rPr>
              <w:t>rozwią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zywania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problemów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administracyjnych,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prawnych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i etycznych</w:t>
            </w:r>
            <w:r w:rsidRPr="00F7169E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związanych</w:t>
            </w:r>
            <w:r w:rsidRPr="00F7169E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funkcjonowaniem struktur </w:t>
            </w:r>
            <w:r>
              <w:rPr>
                <w:rFonts w:ascii="Corbel" w:hAnsi="Corbel"/>
                <w:sz w:val="24"/>
                <w:szCs w:val="24"/>
              </w:rPr>
              <w:t>policyjnych ze szczególnym uwzględnieniem Policji.</w:t>
            </w:r>
          </w:p>
        </w:tc>
        <w:tc>
          <w:tcPr>
            <w:tcW w:w="1873" w:type="dxa"/>
          </w:tcPr>
          <w:p w:rsidRPr="009C54AE" w:rsidR="009C4B2A" w:rsidP="00715414" w:rsidRDefault="009C4B2A" w14:paraId="494F34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Pr="009C54AE" w:rsidR="0085747A" w:rsidTr="005E6E85" w14:paraId="0ADFF599" w14:textId="77777777">
        <w:tc>
          <w:tcPr>
            <w:tcW w:w="1701" w:type="dxa"/>
          </w:tcPr>
          <w:p w:rsidRPr="009C54AE" w:rsidR="0085747A" w:rsidP="009C54AE" w:rsidRDefault="0085747A" w14:paraId="72F48D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9B53B2" w:rsidR="00F7169E" w:rsidP="009B53B2" w:rsidRDefault="00F7169E" w14:paraId="2AE49C8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53B2">
              <w:rPr>
                <w:rFonts w:ascii="Corbel" w:hAnsi="Corbel"/>
                <w:sz w:val="24"/>
                <w:szCs w:val="24"/>
              </w:rPr>
              <w:t>Uczestniczy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przygotowaniu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projektów,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uwzględnieniem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wiedzy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umiejętności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zdobytych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trakcie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studiów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oraz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jest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gotowy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działać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9B53B2">
              <w:rPr>
                <w:rFonts w:ascii="Corbel" w:hAnsi="Corbel"/>
                <w:spacing w:val="1"/>
                <w:sz w:val="24"/>
                <w:szCs w:val="24"/>
              </w:rPr>
              <w:t xml:space="preserve"> na rzecz warunków bezpiecznej egzystencji </w:t>
            </w:r>
            <w:r w:rsidR="009B53B2">
              <w:rPr>
                <w:rFonts w:ascii="Corbel" w:hAnsi="Corbel"/>
                <w:sz w:val="24"/>
                <w:szCs w:val="24"/>
              </w:rPr>
              <w:t>grup społecznych i osób fizycznych w instytucjach o charakterze policyjnym.</w:t>
            </w:r>
          </w:p>
        </w:tc>
        <w:tc>
          <w:tcPr>
            <w:tcW w:w="1873" w:type="dxa"/>
          </w:tcPr>
          <w:p w:rsidRPr="009C54AE" w:rsidR="0085747A" w:rsidP="009C54AE" w:rsidRDefault="00802262" w14:paraId="1F5494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</w:tbl>
    <w:p w:rsidRPr="009C54AE" w:rsidR="0085747A" w:rsidP="009C54AE" w:rsidRDefault="0085747A" w14:paraId="4CDDA6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E3A24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78933B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59308E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3"/>
        <w:gridCol w:w="8075"/>
        <w:gridCol w:w="820"/>
      </w:tblGrid>
      <w:tr w:rsidRPr="009C54AE" w:rsidR="0085747A" w:rsidTr="73DCA6DD" w14:paraId="729887E0" w14:textId="77777777">
        <w:tc>
          <w:tcPr>
            <w:tcW w:w="9698" w:type="dxa"/>
            <w:gridSpan w:val="3"/>
            <w:tcMar/>
          </w:tcPr>
          <w:p w:rsidRPr="009C54AE" w:rsidR="0085747A" w:rsidP="009C54AE" w:rsidRDefault="0085747A" w14:paraId="24C9F3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969" w:rsidR="00456C19" w:rsidTr="73DCA6DD" w14:paraId="1CB4C259" w14:textId="77777777">
        <w:trPr>
          <w:trHeight w:val="325"/>
        </w:trPr>
        <w:tc>
          <w:tcPr>
            <w:tcW w:w="803" w:type="dxa"/>
            <w:tcMar/>
          </w:tcPr>
          <w:p w:rsidRPr="00E71969" w:rsidR="00456C19" w:rsidP="00E71969" w:rsidRDefault="00456C19" w14:paraId="60A1A3FE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341D3EC9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Pojęcie i zakres prawa policyjnego</w:t>
            </w:r>
          </w:p>
        </w:tc>
        <w:tc>
          <w:tcPr>
            <w:tcW w:w="820" w:type="dxa"/>
            <w:tcMar/>
          </w:tcPr>
          <w:p w:rsidRPr="00E71969" w:rsidR="00456C19" w:rsidP="00E71969" w:rsidRDefault="00456C19" w14:paraId="60FE73FE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73DCA6DD" w14:paraId="21BD113F" w14:textId="77777777">
        <w:trPr>
          <w:trHeight w:val="263"/>
        </w:trPr>
        <w:tc>
          <w:tcPr>
            <w:tcW w:w="803" w:type="dxa"/>
            <w:tcMar/>
          </w:tcPr>
          <w:p w:rsidRPr="00E71969" w:rsidR="00456C19" w:rsidP="00E71969" w:rsidRDefault="00456C19" w14:paraId="5D909976" w14:textId="77777777">
            <w:pPr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0F5C2880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Geneza prawa policyjnego. Rozwój służb policyjnych</w:t>
            </w:r>
          </w:p>
        </w:tc>
        <w:tc>
          <w:tcPr>
            <w:tcW w:w="820" w:type="dxa"/>
            <w:tcMar/>
          </w:tcPr>
          <w:p w:rsidRPr="00E71969" w:rsidR="00456C19" w:rsidP="00E71969" w:rsidRDefault="00456C19" w14:paraId="5D8A67C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73DCA6DD" w14:paraId="6AACF51B" w14:textId="77777777">
        <w:trPr>
          <w:trHeight w:val="262"/>
        </w:trPr>
        <w:tc>
          <w:tcPr>
            <w:tcW w:w="803" w:type="dxa"/>
            <w:tcMar/>
          </w:tcPr>
          <w:p w:rsidRPr="00E71969" w:rsidR="00456C19" w:rsidP="00E71969" w:rsidRDefault="00456C19" w14:paraId="6D4B5555" w14:textId="77777777">
            <w:pPr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7E158799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Warunki społe</w:t>
            </w:r>
            <w:r w:rsidRPr="00E71969" w:rsidR="00E71969">
              <w:rPr>
                <w:rFonts w:ascii="Corbel" w:hAnsi="Corbel" w:eastAsia="Cambria"/>
                <w:sz w:val="24"/>
                <w:szCs w:val="24"/>
              </w:rPr>
              <w:t>czno-prawne powstania Policji</w:t>
            </w:r>
            <w:r w:rsidRPr="00E71969">
              <w:rPr>
                <w:rFonts w:ascii="Corbel" w:hAnsi="Corbel" w:eastAsia="Cambria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820" w:type="dxa"/>
            <w:tcMar/>
          </w:tcPr>
          <w:p w:rsidRPr="00E71969" w:rsidR="00456C19" w:rsidP="00E71969" w:rsidRDefault="00D67103" w14:paraId="1B00042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456C19" w:rsidTr="73DCA6DD" w14:paraId="7BFF743B" w14:textId="77777777">
        <w:trPr>
          <w:trHeight w:val="315"/>
        </w:trPr>
        <w:tc>
          <w:tcPr>
            <w:tcW w:w="803" w:type="dxa"/>
            <w:tcMar/>
          </w:tcPr>
          <w:p w:rsidRPr="00E71969" w:rsidR="00456C19" w:rsidP="00E71969" w:rsidRDefault="00456C19" w14:paraId="084406F2" w14:textId="77777777">
            <w:pPr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34CB283D" w14:textId="02D4B9A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73DCA6DD" w:rsidR="5F1A5361">
              <w:rPr>
                <w:rFonts w:ascii="Corbel" w:hAnsi="Corbel" w:eastAsia="Cambria"/>
                <w:sz w:val="24"/>
                <w:szCs w:val="24"/>
              </w:rPr>
              <w:t xml:space="preserve">Podstawowe </w:t>
            </w:r>
            <w:r w:rsidRPr="73DCA6DD" w:rsidR="5F1A5361">
              <w:rPr>
                <w:rFonts w:ascii="Corbel" w:hAnsi="Corbel" w:eastAsia="Cambria"/>
                <w:sz w:val="24"/>
                <w:szCs w:val="24"/>
              </w:rPr>
              <w:t>cele i</w:t>
            </w:r>
            <w:r w:rsidRPr="73DCA6DD" w:rsidR="5F1A5361">
              <w:rPr>
                <w:rFonts w:ascii="Corbel" w:hAnsi="Corbel" w:eastAsia="Cambria"/>
                <w:sz w:val="24"/>
                <w:szCs w:val="24"/>
              </w:rPr>
              <w:t xml:space="preserve"> zadania Policji. Programy prewencyjne Policji</w:t>
            </w:r>
          </w:p>
        </w:tc>
        <w:tc>
          <w:tcPr>
            <w:tcW w:w="820" w:type="dxa"/>
            <w:tcMar/>
          </w:tcPr>
          <w:p w:rsidRPr="00E71969" w:rsidR="00456C19" w:rsidP="00E71969" w:rsidRDefault="00456C19" w14:paraId="70D37A15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E71969" w:rsidTr="73DCA6DD" w14:paraId="35A62EFA" w14:textId="77777777">
        <w:trPr>
          <w:trHeight w:val="262"/>
        </w:trPr>
        <w:tc>
          <w:tcPr>
            <w:tcW w:w="803" w:type="dxa"/>
            <w:tcMar/>
          </w:tcPr>
          <w:p w:rsidRPr="00E71969" w:rsidR="00E71969" w:rsidP="00E71969" w:rsidRDefault="00E71969" w14:paraId="121AFE56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E71969" w:rsidP="00E71969" w:rsidRDefault="00E71969" w14:paraId="309BE94F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Organy Policji i ich kompetencje</w:t>
            </w:r>
          </w:p>
        </w:tc>
        <w:tc>
          <w:tcPr>
            <w:tcW w:w="820" w:type="dxa"/>
            <w:tcMar/>
          </w:tcPr>
          <w:p w:rsidRPr="00E71969" w:rsidR="00E71969" w:rsidP="00E71969" w:rsidRDefault="00E71969" w14:paraId="68523AC9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73DCA6DD" w14:paraId="1F97302A" w14:textId="77777777">
        <w:trPr>
          <w:trHeight w:val="262"/>
        </w:trPr>
        <w:tc>
          <w:tcPr>
            <w:tcW w:w="803" w:type="dxa"/>
            <w:tcMar/>
          </w:tcPr>
          <w:p w:rsidRPr="00E71969" w:rsidR="00456C19" w:rsidP="00E71969" w:rsidRDefault="00456C19" w14:paraId="4364ED42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11EEDEE9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 xml:space="preserve">Jednostki Policji i ich zadania </w:t>
            </w:r>
          </w:p>
        </w:tc>
        <w:tc>
          <w:tcPr>
            <w:tcW w:w="820" w:type="dxa"/>
            <w:tcMar/>
          </w:tcPr>
          <w:p w:rsidRPr="00E71969" w:rsidR="00456C19" w:rsidP="00E71969" w:rsidRDefault="00456C19" w14:paraId="13EA53A2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73DCA6DD" w14:paraId="0E05E358" w14:textId="77777777">
        <w:trPr>
          <w:trHeight w:val="250"/>
        </w:trPr>
        <w:tc>
          <w:tcPr>
            <w:tcW w:w="803" w:type="dxa"/>
            <w:tcMar/>
          </w:tcPr>
          <w:p w:rsidRPr="00E71969" w:rsidR="00456C19" w:rsidP="00E71969" w:rsidRDefault="00456C19" w14:paraId="061F8B96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033AA22F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Zasady organizacji i funkcjonowania Policji</w:t>
            </w:r>
          </w:p>
        </w:tc>
        <w:tc>
          <w:tcPr>
            <w:tcW w:w="820" w:type="dxa"/>
            <w:tcMar/>
          </w:tcPr>
          <w:p w:rsidRPr="00E71969" w:rsidR="00456C19" w:rsidP="00E71969" w:rsidRDefault="00456C19" w14:paraId="7B6C8A6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456C19" w:rsidTr="73DCA6DD" w14:paraId="5EC78479" w14:textId="77777777">
        <w:trPr>
          <w:trHeight w:val="262"/>
        </w:trPr>
        <w:tc>
          <w:tcPr>
            <w:tcW w:w="803" w:type="dxa"/>
            <w:tcMar/>
          </w:tcPr>
          <w:p w:rsidRPr="00E71969" w:rsidR="00456C19" w:rsidP="00E71969" w:rsidRDefault="00456C19" w14:paraId="12EF5640" w14:textId="77777777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  <w:tcMar/>
          </w:tcPr>
          <w:p w:rsidRPr="00E71969" w:rsidR="00456C19" w:rsidP="00E71969" w:rsidRDefault="00456C19" w14:paraId="02CCA055" w14:textId="7131A395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73DCA6DD" w:rsidR="5F1A5361">
              <w:rPr>
                <w:rFonts w:ascii="Corbel" w:hAnsi="Corbel" w:eastAsia="Cambria"/>
                <w:sz w:val="24"/>
                <w:szCs w:val="24"/>
              </w:rPr>
              <w:t xml:space="preserve">Czynności </w:t>
            </w:r>
            <w:r w:rsidRPr="73DCA6DD" w:rsidR="5F1A5361">
              <w:rPr>
                <w:rFonts w:ascii="Corbel" w:hAnsi="Corbel" w:eastAsia="Cambria"/>
                <w:sz w:val="24"/>
                <w:szCs w:val="24"/>
              </w:rPr>
              <w:t>podejmowane przez</w:t>
            </w:r>
            <w:r w:rsidRPr="73DCA6DD" w:rsidR="5F1A5361">
              <w:rPr>
                <w:rFonts w:ascii="Corbel" w:hAnsi="Corbel" w:eastAsia="Cambria"/>
                <w:sz w:val="24"/>
                <w:szCs w:val="24"/>
              </w:rPr>
              <w:t xml:space="preserve"> Policję</w:t>
            </w:r>
          </w:p>
        </w:tc>
        <w:tc>
          <w:tcPr>
            <w:tcW w:w="820" w:type="dxa"/>
            <w:tcMar/>
          </w:tcPr>
          <w:p w:rsidRPr="00E71969" w:rsidR="00456C19" w:rsidP="00E71969" w:rsidRDefault="00D67103" w14:paraId="7F2F908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68152F" w:rsidTr="73DCA6DD" w14:paraId="1416DB0E" w14:textId="77777777">
        <w:trPr>
          <w:trHeight w:val="351"/>
        </w:trPr>
        <w:tc>
          <w:tcPr>
            <w:tcW w:w="8878" w:type="dxa"/>
            <w:gridSpan w:val="2"/>
            <w:tcMar/>
          </w:tcPr>
          <w:p w:rsidRPr="00E71969" w:rsidR="0068152F" w:rsidP="00D67103" w:rsidRDefault="0068152F" w14:paraId="2731FE2F" w14:textId="77777777">
            <w:pPr>
              <w:spacing w:line="240" w:lineRule="auto"/>
              <w:jc w:val="right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suma</w:t>
            </w:r>
          </w:p>
        </w:tc>
        <w:tc>
          <w:tcPr>
            <w:tcW w:w="820" w:type="dxa"/>
            <w:tcMar/>
          </w:tcPr>
          <w:p w:rsidRPr="00E71969" w:rsidR="0068152F" w:rsidP="00E71969" w:rsidRDefault="0068152F" w14:paraId="43F11DF3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4BDE71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FB5AF1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80AF2E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075"/>
        <w:gridCol w:w="820"/>
      </w:tblGrid>
      <w:tr w:rsidRPr="009C54AE" w:rsidR="0085747A" w:rsidTr="00D67103" w14:paraId="57CA7E60" w14:textId="77777777">
        <w:tc>
          <w:tcPr>
            <w:tcW w:w="9746" w:type="dxa"/>
            <w:gridSpan w:val="3"/>
          </w:tcPr>
          <w:p w:rsidRPr="009C54AE" w:rsidR="0085747A" w:rsidP="009C54AE" w:rsidRDefault="0085747A" w14:paraId="071550D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969" w:rsidR="00D67103" w:rsidTr="00D67103" w14:paraId="6986DCD3" w14:textId="77777777">
        <w:trPr>
          <w:trHeight w:val="262"/>
        </w:trPr>
        <w:tc>
          <w:tcPr>
            <w:tcW w:w="851" w:type="dxa"/>
          </w:tcPr>
          <w:p w:rsidRPr="00D67103" w:rsidR="00D67103" w:rsidP="00D67103" w:rsidRDefault="00D67103" w14:paraId="0E5F0CE8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1.</w:t>
            </w:r>
          </w:p>
        </w:tc>
        <w:tc>
          <w:tcPr>
            <w:tcW w:w="8075" w:type="dxa"/>
          </w:tcPr>
          <w:p w:rsidRPr="00E71969" w:rsidR="00D67103" w:rsidP="00715414" w:rsidRDefault="00D67103" w14:paraId="6F7EE690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Organy Policji i ich kompetencje</w:t>
            </w:r>
          </w:p>
        </w:tc>
        <w:tc>
          <w:tcPr>
            <w:tcW w:w="820" w:type="dxa"/>
          </w:tcPr>
          <w:p w:rsidRPr="00E71969" w:rsidR="00D67103" w:rsidP="00715414" w:rsidRDefault="00D67103" w14:paraId="72600AAF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D67103" w:rsidTr="00D67103" w14:paraId="6E52E487" w14:textId="77777777">
        <w:trPr>
          <w:trHeight w:val="262"/>
        </w:trPr>
        <w:tc>
          <w:tcPr>
            <w:tcW w:w="851" w:type="dxa"/>
          </w:tcPr>
          <w:p w:rsidRPr="00D67103" w:rsidR="00D67103" w:rsidP="00D67103" w:rsidRDefault="00D67103" w14:paraId="75D2713A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2.</w:t>
            </w:r>
          </w:p>
        </w:tc>
        <w:tc>
          <w:tcPr>
            <w:tcW w:w="8075" w:type="dxa"/>
          </w:tcPr>
          <w:p w:rsidRPr="00E71969" w:rsidR="00D67103" w:rsidP="00715414" w:rsidRDefault="00D67103" w14:paraId="254EB176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 xml:space="preserve">Jednostki Policji i ich zadania </w:t>
            </w:r>
          </w:p>
        </w:tc>
        <w:tc>
          <w:tcPr>
            <w:tcW w:w="820" w:type="dxa"/>
          </w:tcPr>
          <w:p w:rsidRPr="00E71969" w:rsidR="00D67103" w:rsidP="00715414" w:rsidRDefault="00D67103" w14:paraId="56FACB37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D67103" w:rsidTr="00D67103" w14:paraId="24E76C6F" w14:textId="77777777">
        <w:trPr>
          <w:trHeight w:val="250"/>
        </w:trPr>
        <w:tc>
          <w:tcPr>
            <w:tcW w:w="851" w:type="dxa"/>
          </w:tcPr>
          <w:p w:rsidRPr="00D67103" w:rsidR="00D67103" w:rsidP="00D67103" w:rsidRDefault="00D67103" w14:paraId="7D16104A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3.</w:t>
            </w:r>
          </w:p>
        </w:tc>
        <w:tc>
          <w:tcPr>
            <w:tcW w:w="8075" w:type="dxa"/>
          </w:tcPr>
          <w:p w:rsidRPr="00E71969" w:rsidR="00D67103" w:rsidP="00715414" w:rsidRDefault="00D67103" w14:paraId="527BF3D2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Zasady organizacji i funkcjonowania Policji</w:t>
            </w:r>
          </w:p>
        </w:tc>
        <w:tc>
          <w:tcPr>
            <w:tcW w:w="820" w:type="dxa"/>
          </w:tcPr>
          <w:p w:rsidRPr="00E71969" w:rsidR="00D67103" w:rsidP="00715414" w:rsidRDefault="00D67103" w14:paraId="7845B2C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E71969" w:rsidR="00D67103" w:rsidTr="00D67103" w14:paraId="004A5690" w14:textId="77777777">
        <w:trPr>
          <w:trHeight w:val="262"/>
        </w:trPr>
        <w:tc>
          <w:tcPr>
            <w:tcW w:w="851" w:type="dxa"/>
          </w:tcPr>
          <w:p w:rsidRPr="00D67103" w:rsidR="00D67103" w:rsidP="00D67103" w:rsidRDefault="00D67103" w14:paraId="5D379B64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4.</w:t>
            </w:r>
          </w:p>
        </w:tc>
        <w:tc>
          <w:tcPr>
            <w:tcW w:w="8075" w:type="dxa"/>
          </w:tcPr>
          <w:p w:rsidRPr="00E71969" w:rsidR="00D67103" w:rsidP="00715414" w:rsidRDefault="00D67103" w14:paraId="39512697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Czynności podejmowane  przez Policję</w:t>
            </w:r>
          </w:p>
        </w:tc>
        <w:tc>
          <w:tcPr>
            <w:tcW w:w="820" w:type="dxa"/>
          </w:tcPr>
          <w:p w:rsidRPr="00E71969" w:rsidR="00D67103" w:rsidP="00715414" w:rsidRDefault="00D67103" w14:paraId="794251D5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D67103" w:rsidTr="00D67103" w14:paraId="6AFBC38C" w14:textId="77777777">
        <w:trPr>
          <w:trHeight w:val="250"/>
        </w:trPr>
        <w:tc>
          <w:tcPr>
            <w:tcW w:w="851" w:type="dxa"/>
          </w:tcPr>
          <w:p w:rsidRPr="00D67103" w:rsidR="00D67103" w:rsidP="00D67103" w:rsidRDefault="00D67103" w14:paraId="3EE7814B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5.</w:t>
            </w:r>
          </w:p>
        </w:tc>
        <w:tc>
          <w:tcPr>
            <w:tcW w:w="8075" w:type="dxa"/>
          </w:tcPr>
          <w:p w:rsidRPr="00E71969" w:rsidR="00D67103" w:rsidP="00715414" w:rsidRDefault="00D67103" w14:paraId="5257EFD1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Uprawnienia służbowe policjantów i stosowane przez nich środki przymusu</w:t>
            </w:r>
          </w:p>
        </w:tc>
        <w:tc>
          <w:tcPr>
            <w:tcW w:w="820" w:type="dxa"/>
          </w:tcPr>
          <w:p w:rsidRPr="00E71969" w:rsidR="00D67103" w:rsidP="00715414" w:rsidRDefault="00D67103" w14:paraId="1297F76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D67103" w:rsidTr="00D67103" w14:paraId="57838D84" w14:textId="77777777">
        <w:trPr>
          <w:trHeight w:val="275"/>
        </w:trPr>
        <w:tc>
          <w:tcPr>
            <w:tcW w:w="851" w:type="dxa"/>
          </w:tcPr>
          <w:p w:rsidRPr="00D67103" w:rsidR="00D67103" w:rsidP="00D67103" w:rsidRDefault="00D67103" w14:paraId="5789BF7A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6</w:t>
            </w:r>
          </w:p>
        </w:tc>
        <w:tc>
          <w:tcPr>
            <w:tcW w:w="8075" w:type="dxa"/>
          </w:tcPr>
          <w:p w:rsidRPr="00E71969" w:rsidR="00D67103" w:rsidP="00715414" w:rsidRDefault="00D67103" w14:paraId="5A83A1A1" w14:textId="77777777">
            <w:pPr>
              <w:spacing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Finansowanie Policji</w:t>
            </w:r>
          </w:p>
        </w:tc>
        <w:tc>
          <w:tcPr>
            <w:tcW w:w="820" w:type="dxa"/>
          </w:tcPr>
          <w:p w:rsidRPr="00E71969" w:rsidR="00D67103" w:rsidP="00715414" w:rsidRDefault="00D67103" w14:paraId="06DC966D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D67103" w:rsidTr="00D67103" w14:paraId="70D0ED97" w14:textId="77777777">
        <w:trPr>
          <w:trHeight w:val="835"/>
        </w:trPr>
        <w:tc>
          <w:tcPr>
            <w:tcW w:w="851" w:type="dxa"/>
          </w:tcPr>
          <w:p w:rsidRPr="00D67103" w:rsidR="00D67103" w:rsidP="00D67103" w:rsidRDefault="00D67103" w14:paraId="6CD8EA73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7.</w:t>
            </w:r>
          </w:p>
          <w:p w:rsidRPr="00E71969" w:rsidR="00D67103" w:rsidP="00D67103" w:rsidRDefault="00D67103" w14:paraId="58A73463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</w:p>
        </w:tc>
        <w:tc>
          <w:tcPr>
            <w:tcW w:w="8075" w:type="dxa"/>
          </w:tcPr>
          <w:p w:rsidRPr="00E71969" w:rsidR="00D67103" w:rsidP="00715414" w:rsidRDefault="00D67103" w14:paraId="2191A87C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 xml:space="preserve">Współdziałanie i współpraca Policji z jednostkami samorządu </w:t>
            </w:r>
          </w:p>
          <w:p w:rsidRPr="00E71969" w:rsidR="00D67103" w:rsidP="00715414" w:rsidRDefault="00D67103" w14:paraId="6BF973D0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terytorialnego i innymi podmiotami</w:t>
            </w:r>
          </w:p>
        </w:tc>
        <w:tc>
          <w:tcPr>
            <w:tcW w:w="820" w:type="dxa"/>
          </w:tcPr>
          <w:p w:rsidRPr="00E71969" w:rsidR="00D67103" w:rsidP="00715414" w:rsidRDefault="00D67103" w14:paraId="5BDCD9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E71969" w:rsidR="00D67103" w:rsidP="00715414" w:rsidRDefault="00D67103" w14:paraId="428E86AA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D67103" w:rsidTr="00D67103" w14:paraId="2EC0F5FA" w14:textId="77777777">
        <w:trPr>
          <w:trHeight w:val="363"/>
        </w:trPr>
        <w:tc>
          <w:tcPr>
            <w:tcW w:w="851" w:type="dxa"/>
          </w:tcPr>
          <w:p w:rsidRPr="00D67103" w:rsidR="00D67103" w:rsidP="00D67103" w:rsidRDefault="00D67103" w14:paraId="1A379EC9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8.</w:t>
            </w:r>
          </w:p>
        </w:tc>
        <w:tc>
          <w:tcPr>
            <w:tcW w:w="8075" w:type="dxa"/>
          </w:tcPr>
          <w:p w:rsidRPr="00E71969" w:rsidR="00D67103" w:rsidP="00715414" w:rsidRDefault="00D67103" w14:paraId="62D35245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Stosunek służbowy policjanta</w:t>
            </w:r>
          </w:p>
        </w:tc>
        <w:tc>
          <w:tcPr>
            <w:tcW w:w="820" w:type="dxa"/>
          </w:tcPr>
          <w:p w:rsidRPr="00E71969" w:rsidR="00D67103" w:rsidP="00715414" w:rsidRDefault="00D67103" w14:paraId="60080552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D67103" w:rsidTr="00D67103" w14:paraId="6237F1C8" w14:textId="77777777">
        <w:trPr>
          <w:trHeight w:val="313"/>
        </w:trPr>
        <w:tc>
          <w:tcPr>
            <w:tcW w:w="851" w:type="dxa"/>
          </w:tcPr>
          <w:p w:rsidRPr="0068152F" w:rsidR="00D67103" w:rsidP="0068152F" w:rsidRDefault="00D67103" w14:paraId="3BA953D5" w14:textId="77777777">
            <w:r>
              <w:t>9.</w:t>
            </w:r>
          </w:p>
        </w:tc>
        <w:tc>
          <w:tcPr>
            <w:tcW w:w="8075" w:type="dxa"/>
          </w:tcPr>
          <w:p w:rsidRPr="00E71969" w:rsidR="00D67103" w:rsidP="00715414" w:rsidRDefault="00D67103" w14:paraId="6A01EE50" w14:textId="77777777">
            <w:pPr>
              <w:spacing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E71969">
              <w:rPr>
                <w:rFonts w:ascii="Corbel" w:hAnsi="Corbel" w:eastAsia="Cambria"/>
                <w:sz w:val="24"/>
                <w:szCs w:val="24"/>
              </w:rPr>
              <w:t>Zasady etyki zawodowej</w:t>
            </w:r>
          </w:p>
        </w:tc>
        <w:tc>
          <w:tcPr>
            <w:tcW w:w="820" w:type="dxa"/>
          </w:tcPr>
          <w:p w:rsidRPr="00E71969" w:rsidR="00D67103" w:rsidP="00715414" w:rsidRDefault="00D67103" w14:paraId="67206E64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71969" w:rsidR="0068152F" w:rsidTr="00707342" w14:paraId="1BDC163B" w14:textId="77777777">
        <w:trPr>
          <w:trHeight w:val="313"/>
        </w:trPr>
        <w:tc>
          <w:tcPr>
            <w:tcW w:w="8926" w:type="dxa"/>
            <w:gridSpan w:val="2"/>
          </w:tcPr>
          <w:p w:rsidRPr="00E71969" w:rsidR="0068152F" w:rsidP="00D67103" w:rsidRDefault="0068152F" w14:paraId="17435E60" w14:textId="77777777">
            <w:pPr>
              <w:spacing w:line="240" w:lineRule="auto"/>
              <w:jc w:val="right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suma</w:t>
            </w:r>
          </w:p>
        </w:tc>
        <w:tc>
          <w:tcPr>
            <w:tcW w:w="820" w:type="dxa"/>
          </w:tcPr>
          <w:p w:rsidRPr="00E71969" w:rsidR="0068152F" w:rsidP="00715414" w:rsidRDefault="0068152F" w14:paraId="0E883EC0" w14:textId="77777777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:rsidRPr="009C54AE" w:rsidR="0085747A" w:rsidP="009C54AE" w:rsidRDefault="0085747A" w14:paraId="654D9E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DB4BFD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A30B5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1F1A33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36F97" w:rsidR="004977ED" w:rsidP="73DCA6DD" w:rsidRDefault="004977ED" w14:paraId="3EE61D9F" w14:textId="547755BC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73DCA6DD" w:rsidR="004977ED">
        <w:rPr>
          <w:rFonts w:ascii="Corbel" w:hAnsi="Corbel"/>
          <w:b w:val="0"/>
          <w:bCs w:val="0"/>
          <w:caps w:val="0"/>
          <w:smallCaps w:val="0"/>
        </w:rPr>
        <w:t xml:space="preserve">Wykład, wykład z prezentacją multimedialną, </w:t>
      </w:r>
    </w:p>
    <w:p w:rsidRPr="00B36F97" w:rsidR="004977ED" w:rsidP="73DCA6DD" w:rsidRDefault="004977ED" w14:paraId="7E0EDCED" w14:textId="1585B0AE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73DCA6DD" w:rsidR="004977ED">
        <w:rPr>
          <w:rFonts w:ascii="Corbel" w:hAnsi="Corbel"/>
          <w:b w:val="0"/>
          <w:bCs w:val="0"/>
          <w:caps w:val="0"/>
          <w:smallCaps w:val="0"/>
        </w:rPr>
        <w:t xml:space="preserve">analiza i interpretacja tekstów źródłowych, praca </w:t>
      </w:r>
      <w:r w:rsidRPr="73DCA6DD" w:rsidR="004977ED">
        <w:rPr>
          <w:rFonts w:ascii="Corbel" w:hAnsi="Corbel"/>
          <w:b w:val="0"/>
          <w:bCs w:val="0"/>
          <w:caps w:val="0"/>
          <w:smallCaps w:val="0"/>
        </w:rPr>
        <w:t>w grupach, analiza przypadków.</w:t>
      </w:r>
    </w:p>
    <w:p w:rsidR="00E960BB" w:rsidP="009C54AE" w:rsidRDefault="00E960BB" w14:paraId="1B3E64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43A3C0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C0D61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5839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B9184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885FE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73DCA6DD" w14:paraId="1A910CFA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4784A7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73DCA6DD" w:rsidRDefault="00A84C85" w14:paraId="470FEA62" w14:textId="661BD4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DCA6DD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3DCA6DD" w:rsidR="0000C4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489F7F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29F1F4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Pr="009C54AE" w:rsidR="0085747A" w:rsidP="009C54AE" w:rsidRDefault="0085747A" w14:paraId="422B84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02CE2" w:rsidR="00602CE2" w:rsidTr="73DCA6DD" w14:paraId="53F16FBF" w14:textId="77777777">
        <w:tc>
          <w:tcPr>
            <w:tcW w:w="1985" w:type="dxa"/>
            <w:tcMar/>
          </w:tcPr>
          <w:p w:rsidRPr="00602CE2" w:rsidR="00602CE2" w:rsidP="00536318" w:rsidRDefault="00602CE2" w14:paraId="49AB88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602CE2" w:rsidR="00602CE2" w:rsidP="00536318" w:rsidRDefault="00EF0377" w14:paraId="548E004E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00536318" w:rsidRDefault="00602CE2" w14:paraId="66AE9E07" w14:textId="7330933B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3DCA6DD" w:rsidR="7703799E">
              <w:rPr>
                <w:rFonts w:ascii="Corbel" w:hAnsi="Corbel"/>
                <w:sz w:val="24"/>
                <w:szCs w:val="24"/>
              </w:rPr>
              <w:t>w</w:t>
            </w:r>
            <w:r w:rsidRPr="73DCA6DD" w:rsidR="3DE7F20F">
              <w:rPr>
                <w:rFonts w:ascii="Corbel" w:hAnsi="Corbel"/>
                <w:sz w:val="24"/>
                <w:szCs w:val="24"/>
              </w:rPr>
              <w:t>/</w:t>
            </w:r>
            <w:r w:rsidRPr="73DCA6DD" w:rsidR="1106FC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602CE2" w:rsidR="00602CE2" w:rsidTr="73DCA6DD" w14:paraId="63DF0EBE" w14:textId="77777777">
        <w:tc>
          <w:tcPr>
            <w:tcW w:w="1985" w:type="dxa"/>
            <w:tcMar/>
          </w:tcPr>
          <w:p w:rsidRPr="00602CE2" w:rsidR="00602CE2" w:rsidP="00536318" w:rsidRDefault="00602CE2" w14:paraId="7058E0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  <w:tcMar/>
          </w:tcPr>
          <w:p w:rsidRPr="00602CE2" w:rsidR="00602CE2" w:rsidP="00536318" w:rsidRDefault="00EF0377" w14:paraId="1C9F1C37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1F0A294C" w14:textId="372137E7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451B18A1">
              <w:rPr>
                <w:rFonts w:ascii="Corbel" w:hAnsi="Corbel"/>
                <w:sz w:val="24"/>
                <w:szCs w:val="24"/>
              </w:rPr>
              <w:t>/</w:t>
            </w:r>
            <w:r w:rsidRPr="73DCA6DD" w:rsidR="664E1C2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602CE2" w:rsidTr="73DCA6DD" w14:paraId="71043147" w14:textId="77777777">
        <w:tc>
          <w:tcPr>
            <w:tcW w:w="1985" w:type="dxa"/>
            <w:tcMar/>
          </w:tcPr>
          <w:p w:rsidRPr="00602CE2" w:rsidR="00602CE2" w:rsidP="00536318" w:rsidRDefault="00602CE2" w14:paraId="7F4569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536318" w:rsidRDefault="00EF0377" w14:paraId="24EBB6ED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01D55AAC" w14:textId="08A4547D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51E3F3A1">
              <w:rPr>
                <w:rFonts w:ascii="Corbel" w:hAnsi="Corbel"/>
                <w:sz w:val="24"/>
                <w:szCs w:val="24"/>
              </w:rPr>
              <w:t>/</w:t>
            </w:r>
            <w:r w:rsidRPr="73DCA6DD" w:rsidR="4AB393C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602CE2" w:rsidTr="73DCA6DD" w14:paraId="3138E42B" w14:textId="77777777">
        <w:tc>
          <w:tcPr>
            <w:tcW w:w="1985" w:type="dxa"/>
            <w:tcMar/>
          </w:tcPr>
          <w:p w:rsidRPr="00602CE2" w:rsidR="00602CE2" w:rsidP="00536318" w:rsidRDefault="00602CE2" w14:paraId="48E364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536318" w:rsidRDefault="00EF0377" w14:paraId="56A12443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7EF8FE18" w14:textId="2A7E7EFC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72499ABC">
              <w:rPr>
                <w:rFonts w:ascii="Corbel" w:hAnsi="Corbel"/>
                <w:sz w:val="24"/>
                <w:szCs w:val="24"/>
              </w:rPr>
              <w:t>/</w:t>
            </w:r>
            <w:r w:rsidRPr="73DCA6DD" w:rsidR="3CBB179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5F6A4B" w:rsidTr="73DCA6DD" w14:paraId="783A7566" w14:textId="77777777">
        <w:tc>
          <w:tcPr>
            <w:tcW w:w="1985" w:type="dxa"/>
            <w:tcMar/>
          </w:tcPr>
          <w:p w:rsidRPr="00602CE2" w:rsidR="005F6A4B" w:rsidP="00715414" w:rsidRDefault="005F6A4B" w14:paraId="6E960C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5F6A4B" w:rsidP="00715414" w:rsidRDefault="005F6A4B" w14:paraId="0D67A464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5F6A4B" w:rsidP="73DCA6DD" w:rsidRDefault="005F6A4B" w14:paraId="5C1A4E4B" w14:textId="60E9EBFC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2D12C92E">
              <w:rPr>
                <w:rFonts w:ascii="Corbel" w:hAnsi="Corbel"/>
                <w:sz w:val="24"/>
                <w:szCs w:val="24"/>
              </w:rPr>
              <w:t>w</w:t>
            </w:r>
            <w:r w:rsidRPr="73DCA6DD" w:rsidR="70029AD3">
              <w:rPr>
                <w:rFonts w:ascii="Corbel" w:hAnsi="Corbel"/>
                <w:sz w:val="24"/>
                <w:szCs w:val="24"/>
              </w:rPr>
              <w:t>/</w:t>
            </w:r>
            <w:r w:rsidRPr="73DCA6DD" w:rsidR="6206F8D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5F6A4B" w:rsidTr="73DCA6DD" w14:paraId="55B1E361" w14:textId="77777777">
        <w:tc>
          <w:tcPr>
            <w:tcW w:w="1985" w:type="dxa"/>
            <w:tcMar/>
          </w:tcPr>
          <w:p w:rsidRPr="00602CE2" w:rsidR="005F6A4B" w:rsidP="00715414" w:rsidRDefault="005F6A4B" w14:paraId="75B6C8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  <w:tcMar/>
          </w:tcPr>
          <w:p w:rsidRPr="00602CE2" w:rsidR="005F6A4B" w:rsidP="00715414" w:rsidRDefault="005F6A4B" w14:paraId="002F5B17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5F6A4B" w:rsidP="73DCA6DD" w:rsidRDefault="005F6A4B" w14:paraId="33C6337C" w14:textId="00FAF2D2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2D12C92E">
              <w:rPr>
                <w:rFonts w:ascii="Corbel" w:hAnsi="Corbel"/>
                <w:sz w:val="24"/>
                <w:szCs w:val="24"/>
              </w:rPr>
              <w:t>w</w:t>
            </w:r>
            <w:r w:rsidRPr="73DCA6DD" w:rsidR="5BEB2A53">
              <w:rPr>
                <w:rFonts w:ascii="Corbel" w:hAnsi="Corbel"/>
                <w:sz w:val="24"/>
                <w:szCs w:val="24"/>
              </w:rPr>
              <w:t>/</w:t>
            </w:r>
            <w:r w:rsidRPr="73DCA6DD" w:rsidR="404880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602CE2" w:rsidTr="73DCA6DD" w14:paraId="3A78BCD0" w14:textId="77777777">
        <w:tc>
          <w:tcPr>
            <w:tcW w:w="1985" w:type="dxa"/>
            <w:tcMar/>
          </w:tcPr>
          <w:p w:rsidRPr="00602CE2" w:rsidR="00602CE2" w:rsidP="00536318" w:rsidRDefault="00602CE2" w14:paraId="246CE5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5F6A4B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Mar/>
          </w:tcPr>
          <w:p w:rsidRPr="00602CE2" w:rsidR="00602CE2" w:rsidP="00536318" w:rsidRDefault="00EF0377" w14:paraId="00ABEF49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5F0769F5" w14:textId="238E4B0F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326C1C48">
              <w:rPr>
                <w:rFonts w:ascii="Corbel" w:hAnsi="Corbel"/>
                <w:sz w:val="24"/>
                <w:szCs w:val="24"/>
              </w:rPr>
              <w:t>/</w:t>
            </w:r>
            <w:r w:rsidRPr="73DCA6DD" w:rsidR="0774E91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602CE2" w:rsidTr="73DCA6DD" w14:paraId="3614D862" w14:textId="77777777">
        <w:tc>
          <w:tcPr>
            <w:tcW w:w="1985" w:type="dxa"/>
            <w:tcMar/>
          </w:tcPr>
          <w:p w:rsidRPr="00602CE2" w:rsidR="00602CE2" w:rsidP="00536318" w:rsidRDefault="005F6A4B" w14:paraId="44F050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EF0377" w:rsidRDefault="00EF0377" w14:paraId="52500F83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9B53B2">
              <w:rPr>
                <w:rFonts w:ascii="Corbel" w:hAnsi="Corbel"/>
                <w:sz w:val="24"/>
                <w:szCs w:val="24"/>
              </w:rPr>
              <w:t xml:space="preserve">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 w:rsidR="009B53B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646FF4F2" w14:textId="57C8549F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387D345F">
              <w:rPr>
                <w:rFonts w:ascii="Corbel" w:hAnsi="Corbel"/>
                <w:sz w:val="24"/>
                <w:szCs w:val="24"/>
              </w:rPr>
              <w:t>/</w:t>
            </w:r>
            <w:r w:rsidRPr="73DCA6DD" w:rsidR="3AF7891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602CE2" w:rsidTr="73DCA6DD" w14:paraId="239935B4" w14:textId="77777777">
        <w:tc>
          <w:tcPr>
            <w:tcW w:w="1985" w:type="dxa"/>
            <w:tcMar/>
          </w:tcPr>
          <w:p w:rsidRPr="00602CE2" w:rsidR="00602CE2" w:rsidP="00536318" w:rsidRDefault="005F6A4B" w14:paraId="58BDF3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  <w:r w:rsidRPr="00602CE2" w:rsid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02CE2" w:rsidR="00602CE2" w:rsidP="00EF0377" w:rsidRDefault="009B53B2" w14:paraId="0A3C1565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602CE2" w:rsidP="73DCA6DD" w:rsidRDefault="00602CE2" w14:paraId="3E0D699B" w14:textId="5466E29E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22CADB4F">
              <w:rPr>
                <w:rFonts w:ascii="Corbel" w:hAnsi="Corbel"/>
                <w:sz w:val="24"/>
                <w:szCs w:val="24"/>
              </w:rPr>
              <w:t>/</w:t>
            </w:r>
            <w:r w:rsidRPr="73DCA6DD" w:rsidR="12B0559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  <w:tr w:rsidRPr="00602CE2" w:rsidR="0085747A" w:rsidTr="73DCA6DD" w14:paraId="6D438DE5" w14:textId="77777777">
        <w:tc>
          <w:tcPr>
            <w:tcW w:w="1985" w:type="dxa"/>
            <w:tcMar/>
          </w:tcPr>
          <w:p w:rsidRPr="00602CE2" w:rsidR="0085747A" w:rsidP="00602CE2" w:rsidRDefault="00602CE2" w14:paraId="47ADFE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5F6A4B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  <w:tcMar/>
          </w:tcPr>
          <w:p w:rsidRPr="00602CE2" w:rsidR="0085747A" w:rsidP="00EF0377" w:rsidRDefault="009B53B2" w14:paraId="790672BC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(zaliczenie)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Pr="00602CE2" w:rsidR="0085747A" w:rsidP="73DCA6DD" w:rsidRDefault="00602CE2" w14:paraId="076CA005" w14:textId="7E83BF3F">
            <w:pPr>
              <w:pStyle w:val="Normalny"/>
              <w:spacing w:line="240" w:lineRule="auto"/>
              <w:jc w:val="center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3DCA6DD" w:rsidR="09EC76D4">
              <w:rPr>
                <w:rFonts w:ascii="Corbel" w:hAnsi="Corbel"/>
                <w:sz w:val="24"/>
                <w:szCs w:val="24"/>
              </w:rPr>
              <w:t>w</w:t>
            </w:r>
            <w:r w:rsidRPr="73DCA6DD" w:rsidR="7794EE51">
              <w:rPr>
                <w:rFonts w:ascii="Corbel" w:hAnsi="Corbel"/>
                <w:sz w:val="24"/>
                <w:szCs w:val="24"/>
              </w:rPr>
              <w:t>/</w:t>
            </w:r>
            <w:r w:rsidRPr="73DCA6DD" w:rsidR="3385644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ćw.</w:t>
            </w:r>
          </w:p>
        </w:tc>
      </w:tr>
    </w:tbl>
    <w:p w:rsidRPr="009C54AE" w:rsidR="00923D7D" w:rsidP="009C54AE" w:rsidRDefault="00923D7D" w14:paraId="53A77F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BC8C9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0F1E53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6BBD76A" w14:paraId="76E63494" w14:textId="77777777">
        <w:tc>
          <w:tcPr>
            <w:tcW w:w="9670" w:type="dxa"/>
            <w:tcMar/>
          </w:tcPr>
          <w:p w:rsidRPr="009C54AE" w:rsidR="0085747A" w:rsidP="56BBD76A" w:rsidRDefault="00EF0377" w14:paraId="0D8C47B9" w14:textId="49CC3AD6">
            <w:pPr>
              <w:spacing w:before="0" w:after="0"/>
              <w:jc w:val="both"/>
            </w:pPr>
            <w:r w:rsidRPr="56BBD76A" w:rsidR="1825E215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56BBD76A" w:rsidRDefault="00EF0377" w14:paraId="0CB1BD83" w14:textId="4E1CCCDA">
            <w:pPr>
              <w:spacing w:before="0" w:after="0"/>
              <w:jc w:val="both"/>
            </w:pPr>
            <w:r w:rsidRPr="56BBD76A" w:rsidR="1825E21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56BBD76A" w:rsidR="1825E215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56BBD76A" w:rsidR="1825E21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56BBD76A" w:rsidR="1825E21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1F912DBF" w14:textId="3A5B25C0">
            <w:pPr>
              <w:spacing w:before="0" w:after="0"/>
              <w:jc w:val="both"/>
            </w:pPr>
            <w:r w:rsidRPr="56BBD76A" w:rsidR="1825E21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56BBD76A" w:rsidR="1825E21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008E47B4" w14:textId="10C0A64F">
            <w:pPr>
              <w:spacing w:before="0" w:after="0"/>
              <w:jc w:val="both"/>
            </w:pPr>
            <w:r w:rsidRPr="56BBD76A" w:rsidR="1825E215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56BBD76A" w:rsidR="1825E215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59D67F9F" w14:textId="130F7DAA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56BBD76A" w:rsidRDefault="00EF0377" w14:paraId="79DB37E1" w14:textId="4F8FADC8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56BBD76A" w:rsidRDefault="00EF0377" w14:paraId="6CCC2880" w14:textId="0488667F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56BBD76A" w:rsidRDefault="00EF0377" w14:paraId="50C3C6D8" w14:textId="47167B90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56BBD76A" w:rsidRDefault="00EF0377" w14:paraId="61F91EE8" w14:textId="78F799C2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56BBD76A" w:rsidRDefault="00EF0377" w14:paraId="2774CB79" w14:textId="5CC9C2D6">
            <w:pPr>
              <w:spacing w:before="0" w:after="0"/>
            </w:pPr>
            <w:r w:rsidRPr="56BBD76A" w:rsidR="1825E21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56BBD76A" w:rsidRDefault="00EF0377" w14:paraId="28E8B339" w14:textId="7AA29CE0">
            <w:pPr>
              <w:spacing w:before="0" w:after="0"/>
              <w:jc w:val="both"/>
            </w:pPr>
            <w:r w:rsidRPr="56BBD76A" w:rsidR="1825E215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3D551A98" w14:textId="5D90B577">
            <w:pPr>
              <w:spacing w:before="0" w:after="0"/>
              <w:jc w:val="both"/>
            </w:pPr>
            <w:r w:rsidRPr="56BBD76A" w:rsidR="1825E215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56BBD76A" w:rsidRDefault="00EF0377" w14:paraId="405FBE1D" w14:textId="4C545A28">
            <w:pPr>
              <w:spacing w:before="0" w:after="0"/>
              <w:jc w:val="both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56BBD76A" w:rsidR="1825E215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745835BC" w14:textId="67FE2477">
            <w:pPr>
              <w:spacing w:before="0" w:after="0"/>
              <w:jc w:val="both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56BBD76A" w:rsidR="1825E215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6BBD76A" w:rsidRDefault="00EF0377" w14:paraId="1053B5A9" w14:textId="4305B570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56BBD76A" w:rsidRDefault="00EF0377" w14:paraId="22359A6A" w14:textId="10F9BAA7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56BBD76A" w:rsidRDefault="00EF0377" w14:paraId="5845F404" w14:textId="1DE0AC23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56BBD76A" w:rsidRDefault="00EF0377" w14:paraId="16EBA2F1" w14:textId="18B500CB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56BBD76A" w:rsidRDefault="00EF0377" w14:paraId="59A7203B" w14:textId="0E5F79F2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56BBD76A" w:rsidRDefault="00EF0377" w14:paraId="6C85F77D" w14:textId="020E61ED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56BBD76A" w:rsidRDefault="00EF0377" w14:paraId="00A6A005" w14:textId="2A4EE558">
            <w:pPr>
              <w:spacing w:before="0" w:after="0"/>
            </w:pPr>
            <w:r w:rsidRPr="56BBD76A" w:rsidR="1825E215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56BBD76A" w:rsidRDefault="00EF0377" w14:paraId="1AF2FD25" w14:textId="68749274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787BFE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7D34AF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FF06D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73DCA6DD" w14:paraId="1472DFDF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5A1E9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7F8E62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3DCA6DD" w14:paraId="50CAC3D8" w14:textId="77777777">
        <w:tc>
          <w:tcPr>
            <w:tcW w:w="4962" w:type="dxa"/>
            <w:tcMar/>
          </w:tcPr>
          <w:p w:rsidRPr="009C54AE" w:rsidR="0085747A" w:rsidP="00602CE2" w:rsidRDefault="00C61DC5" w14:paraId="16033A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planu </w:t>
            </w:r>
            <w:r w:rsidR="00602CE2">
              <w:rPr>
                <w:rFonts w:ascii="Corbel" w:hAnsi="Corbel"/>
                <w:sz w:val="24"/>
                <w:szCs w:val="24"/>
              </w:rPr>
              <w:br/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08108F" w:rsidRDefault="00602CE2" w14:paraId="14F9DE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73DCA6DD" w14:paraId="56D711F8" w14:textId="77777777">
        <w:tc>
          <w:tcPr>
            <w:tcW w:w="4962" w:type="dxa"/>
            <w:tcMar/>
          </w:tcPr>
          <w:p w:rsidRPr="009C54AE" w:rsidR="00C61DC5" w:rsidP="009C54AE" w:rsidRDefault="00C61DC5" w14:paraId="0DC80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602CE2" w:rsidRDefault="00C61DC5" w14:paraId="4F19FA3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08108F" w:rsidRDefault="0008108F" w14:paraId="32A09D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73DCA6DD" w14:paraId="4C92785A" w14:textId="77777777">
        <w:tc>
          <w:tcPr>
            <w:tcW w:w="4962" w:type="dxa"/>
            <w:tcMar/>
          </w:tcPr>
          <w:p w:rsidRPr="009C54AE" w:rsidR="00C61DC5" w:rsidP="009C54AE" w:rsidRDefault="00C61DC5" w14:paraId="13D929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08108F" w:rsidRDefault="004C42D5" w14:paraId="0D1A7F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02C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73DCA6DD" w14:paraId="2F43E688" w14:textId="77777777">
        <w:tc>
          <w:tcPr>
            <w:tcW w:w="4962" w:type="dxa"/>
            <w:tcMar/>
          </w:tcPr>
          <w:p w:rsidRPr="009C54AE" w:rsidR="0085747A" w:rsidP="009C54AE" w:rsidRDefault="0085747A" w14:paraId="2A1FE4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08108F" w:rsidRDefault="004C42D5" w14:paraId="248221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r w:rsidR="000810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73DCA6DD" w14:paraId="331654C0" w14:textId="77777777">
        <w:tc>
          <w:tcPr>
            <w:tcW w:w="4962" w:type="dxa"/>
            <w:tcMar/>
          </w:tcPr>
          <w:p w:rsidRPr="009C54AE" w:rsidR="0085747A" w:rsidP="009C54AE" w:rsidRDefault="0085747A" w14:paraId="5AEFB0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08108F" w:rsidRDefault="004C42D5" w14:paraId="384B12A0" w14:textId="5001F4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3DCA6DD" w:rsidR="004C42D5">
              <w:rPr>
                <w:rFonts w:ascii="Corbel" w:hAnsi="Corbel"/>
                <w:sz w:val="24"/>
                <w:szCs w:val="24"/>
              </w:rPr>
              <w:t>4</w:t>
            </w:r>
            <w:r w:rsidRPr="73DCA6DD" w:rsidR="09EC76D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923D7D" w14:paraId="7ABE0E4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837CE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73DCA6DD" w:rsidRDefault="0071620A" w14:paraId="3FF080A2" w14:textId="3300662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3DCA6DD" w:rsidR="0071620A">
        <w:rPr>
          <w:rFonts w:ascii="Corbel" w:hAnsi="Corbel"/>
          <w:caps w:val="0"/>
          <w:smallCaps w:val="0"/>
        </w:rPr>
        <w:t xml:space="preserve">6. </w:t>
      </w:r>
      <w:r w:rsidRPr="73DCA6DD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0883ABB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3DCA6DD" w14:paraId="78FEB4D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3E5F04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3DCA6DD" w:rsidRDefault="00602CE2" w14:paraId="5E4E32C6" w14:textId="06DEBDD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3DCA6DD" w:rsidR="2ADE156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3DCA6DD" w14:paraId="28229FF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E6D61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3DCA6DD" w:rsidRDefault="0085747A" w14:paraId="25402044" w14:textId="1214A5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3DCA6DD" w:rsidR="0C93E39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53601A6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8E1C0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79FFB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1536A" w:rsidR="0085747A" w:rsidTr="73DCA6DD" w14:paraId="45A2A060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73DCA6DD" w:rsidRDefault="0085747A" w14:paraId="4F88D8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3DCA6D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3DCA6DD" w:rsidP="73DCA6DD" w:rsidRDefault="73DCA6DD" w14:paraId="38B2278C" w14:textId="53FA005F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1536A" w:rsidR="00E038A7" w:rsidP="0061536A" w:rsidRDefault="00E038A7" w14:paraId="4FD91208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1. S. Pieprzny,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Policja – organizacja i funkcjonowanie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Wolters Kluwer  Warszawa 2011.</w:t>
            </w:r>
          </w:p>
          <w:p w:rsidR="0008108F" w:rsidP="0061536A" w:rsidRDefault="00E038A7" w14:paraId="559589C8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2. </w:t>
            </w:r>
            <w:r w:rsidR="0008108F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8108F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8108F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 w:rsidR="0008108F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8108F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:rsidRPr="0061536A" w:rsidR="00E038A7" w:rsidP="0061536A" w:rsidRDefault="0008108F" w14:paraId="64D3A56E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3. 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A. Szymaniak, W. Ciepiela, 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 xml:space="preserve">Policja w Polsce – stan obecny </w:t>
            </w:r>
            <w:r w:rsidR="0061536A">
              <w:rPr>
                <w:rFonts w:ascii="Corbel" w:hAnsi="Corbel" w:eastAsia="Cambria"/>
                <w:i/>
                <w:sz w:val="24"/>
                <w:szCs w:val="24"/>
              </w:rPr>
              <w:br/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i perspektywy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, Wydawnictwo Naukowe </w:t>
            </w:r>
            <w:proofErr w:type="spellStart"/>
            <w:r w:rsidRPr="0061536A" w:rsidR="00E038A7">
              <w:rPr>
                <w:rFonts w:ascii="Corbel" w:hAnsi="Corbel" w:eastAsia="Cambria"/>
                <w:sz w:val="24"/>
                <w:szCs w:val="24"/>
              </w:rPr>
              <w:t>INPiD</w:t>
            </w:r>
            <w:proofErr w:type="spellEnd"/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 UAM, Poznań 2007,</w:t>
            </w:r>
          </w:p>
          <w:p w:rsidRPr="0061536A" w:rsidR="00E038A7" w:rsidP="0061536A" w:rsidRDefault="0008108F" w14:paraId="267E5CC1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4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. R. Szałowski, 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Prawno administracyjne kompetencje Policji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>, Wydawnictwo Akademii Humanistyczno-Ekonomicznej, Łódź 2010,</w:t>
            </w:r>
          </w:p>
          <w:p w:rsidRPr="0061536A" w:rsidR="00E038A7" w:rsidP="0061536A" w:rsidRDefault="0008108F" w14:paraId="58B93240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5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>. E. Ura, S. Pi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>e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przny (red.), </w:t>
            </w:r>
            <w:r w:rsidRPr="0061536A" w:rsidR="00E038A7">
              <w:rPr>
                <w:rFonts w:ascii="Corbel" w:hAnsi="Corbel" w:eastAsia="Cambria"/>
                <w:i/>
                <w:sz w:val="24"/>
                <w:szCs w:val="24"/>
              </w:rPr>
              <w:t>95 lat służb policyjnych w Polsce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Wydawnictwo Uniwersytetu Rzeszowskiego, </w:t>
            </w:r>
            <w:r w:rsidRPr="0061536A" w:rsidR="00E038A7">
              <w:rPr>
                <w:rFonts w:ascii="Corbel" w:hAnsi="Corbel" w:eastAsia="Cambria"/>
                <w:sz w:val="24"/>
                <w:szCs w:val="24"/>
              </w:rPr>
              <w:t xml:space="preserve">Rzeszów 2015. </w:t>
            </w:r>
          </w:p>
          <w:p w:rsidRPr="0061536A" w:rsidR="0061536A" w:rsidP="0061536A" w:rsidRDefault="0008108F" w14:paraId="53C9AECB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6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. B. Jaworski, </w:t>
            </w:r>
            <w:r w:rsidRPr="0061536A" w:rsidR="0061536A">
              <w:rPr>
                <w:rFonts w:ascii="Corbel" w:hAnsi="Corbel" w:eastAsia="Cambria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ZPH </w:t>
            </w:r>
            <w:proofErr w:type="spellStart"/>
            <w:r w:rsidRPr="0061536A" w:rsidR="0061536A">
              <w:rPr>
                <w:rFonts w:ascii="Corbel" w:hAnsi="Corbel" w:eastAsia="Cambria"/>
                <w:sz w:val="24"/>
                <w:szCs w:val="24"/>
              </w:rPr>
              <w:t>Arteks</w:t>
            </w:r>
            <w:proofErr w:type="spellEnd"/>
            <w:r w:rsidRPr="0061536A" w:rsidR="0061536A">
              <w:rPr>
                <w:rFonts w:ascii="Corbel" w:hAnsi="Corbel" w:eastAsia="Cambria"/>
                <w:sz w:val="24"/>
                <w:szCs w:val="24"/>
              </w:rPr>
              <w:t>, Rzeszów 2016.</w:t>
            </w:r>
          </w:p>
          <w:p w:rsidRPr="0061536A" w:rsidR="00E038A7" w:rsidP="0061536A" w:rsidRDefault="0008108F" w14:paraId="7B43910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1536A" w:rsidR="0061536A">
              <w:rPr>
                <w:rFonts w:ascii="Corbel" w:hAnsi="Corbel" w:eastAsia="Cambria"/>
                <w:sz w:val="24"/>
                <w:szCs w:val="24"/>
              </w:rPr>
              <w:t xml:space="preserve">E. Ura, S. Pieprzny (red.), </w:t>
            </w:r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:rsidRPr="0061536A" w:rsidR="00E038A7" w:rsidP="00FB4A7F" w:rsidRDefault="0008108F" w14:paraId="6A1F162D" w14:textId="77777777">
            <w:pPr>
              <w:spacing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61536A" w:rsidR="0061536A">
              <w:rPr>
                <w:rFonts w:ascii="Corbel" w:hAnsi="Corbel"/>
                <w:sz w:val="24"/>
                <w:szCs w:val="24"/>
              </w:rPr>
              <w:t xml:space="preserve">. B. Jaworski, </w:t>
            </w:r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proofErr w:type="spellStart"/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>TNOiK</w:t>
            </w:r>
            <w:proofErr w:type="spellEnd"/>
            <w:r w:rsidRPr="0061536A" w:rsidR="0061536A">
              <w:rPr>
                <w:rFonts w:ascii="Corbel" w:hAnsi="Corbel"/>
                <w:i/>
                <w:sz w:val="24"/>
                <w:szCs w:val="24"/>
              </w:rPr>
              <w:t xml:space="preserve"> „Dom Organizatora”, Toruń 2019.</w:t>
            </w:r>
          </w:p>
        </w:tc>
      </w:tr>
      <w:tr w:rsidRPr="0061536A" w:rsidR="0085747A" w:rsidTr="73DCA6DD" w14:paraId="1E7EC98D" w14:textId="77777777">
        <w:trPr>
          <w:trHeight w:val="397"/>
        </w:trPr>
        <w:tc>
          <w:tcPr>
            <w:tcW w:w="7513" w:type="dxa"/>
            <w:tcMar/>
          </w:tcPr>
          <w:p w:rsidRPr="0061536A" w:rsidR="0085747A" w:rsidP="73DCA6DD" w:rsidRDefault="0085747A" w14:paraId="0AEF6F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3DCA6D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3DCA6DD" w:rsidP="73DCA6DD" w:rsidRDefault="73DCA6DD" w14:paraId="341C39BC" w14:textId="02A1F2C9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1536A" w:rsidR="0061536A" w:rsidP="0061536A" w:rsidRDefault="0061536A" w14:paraId="1E9629B2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1. A.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Taracha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Cz</w:t>
            </w:r>
            <w:r w:rsidR="000B692D">
              <w:rPr>
                <w:rFonts w:ascii="Corbel" w:hAnsi="Corbel" w:eastAsia="Cambria"/>
                <w:i/>
                <w:sz w:val="24"/>
                <w:szCs w:val="24"/>
              </w:rPr>
              <w:t>ynności operacyjno-rozpoznawcze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, aspekty kryminalistyczne i prawnodowodowe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Wyd. UMCS, Lublin 2006.</w:t>
            </w:r>
          </w:p>
          <w:p w:rsidRPr="0061536A" w:rsidR="0061536A" w:rsidP="0061536A" w:rsidRDefault="0061536A" w14:paraId="01CA461E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2. P. Szustakiewicz, 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Stosunki służbowe funkcjonariuszy służb mundurowych i żołnierzy zawodowych jako sprawa administracyjna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Wyd.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Difin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 SA 2012.</w:t>
            </w:r>
          </w:p>
          <w:p w:rsidRPr="0061536A" w:rsidR="0061536A" w:rsidP="0061536A" w:rsidRDefault="0061536A" w14:paraId="47F0A612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3. S. Pieprzny, </w:t>
            </w:r>
            <w:r w:rsidRPr="0061536A">
              <w:rPr>
                <w:rFonts w:ascii="Corbel" w:hAnsi="Corbel" w:eastAsia="Cambria"/>
                <w:i/>
                <w:sz w:val="24"/>
                <w:szCs w:val="24"/>
              </w:rPr>
              <w:t>Ochrona bezpieczeństwa i porządku publicznego w prawie administracyjnym</w:t>
            </w:r>
            <w:r w:rsidRPr="0061536A">
              <w:rPr>
                <w:rFonts w:ascii="Corbel" w:hAnsi="Corbel" w:eastAsia="Cambria"/>
                <w:sz w:val="24"/>
                <w:szCs w:val="24"/>
              </w:rPr>
              <w:t>, Wyd. Uniwersytetu Rzeszowskiego,  Rzeszów 2007.</w:t>
            </w:r>
          </w:p>
          <w:p w:rsidRPr="0061536A" w:rsidR="0061536A" w:rsidP="0061536A" w:rsidRDefault="0061536A" w14:paraId="761FCAB8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4. A.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Chajbowicz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T.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Kocowski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, Bezpieczeństwo wewnętrzne </w:t>
            </w:r>
            <w:r>
              <w:rPr>
                <w:rFonts w:ascii="Corbel" w:hAnsi="Corbel" w:eastAsia="Cambria"/>
                <w:sz w:val="24"/>
                <w:szCs w:val="24"/>
              </w:rPr>
              <w:br/>
            </w:r>
            <w:r w:rsidRPr="0061536A">
              <w:rPr>
                <w:rFonts w:ascii="Corbel" w:hAnsi="Corbel" w:eastAsia="Cambria"/>
                <w:sz w:val="24"/>
                <w:szCs w:val="24"/>
              </w:rPr>
              <w:t>w działaniach terenowej administracji publicznej, Kolonia Limited, Wrocław 2009.</w:t>
            </w:r>
          </w:p>
          <w:p w:rsidRPr="0061536A" w:rsidR="0061536A" w:rsidP="0061536A" w:rsidRDefault="0061536A" w14:paraId="3CB0DEF1" w14:textId="77777777">
            <w:pPr>
              <w:spacing w:after="0" w:line="240" w:lineRule="auto"/>
              <w:ind w:left="34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61536A">
              <w:rPr>
                <w:rFonts w:ascii="Corbel" w:hAnsi="Corbel" w:eastAsia="Cambria"/>
                <w:sz w:val="24"/>
                <w:szCs w:val="24"/>
              </w:rPr>
              <w:t xml:space="preserve">5. E. </w:t>
            </w:r>
            <w:proofErr w:type="spellStart"/>
            <w:r w:rsidRPr="0061536A">
              <w:rPr>
                <w:rFonts w:ascii="Corbel" w:hAnsi="Corbel" w:eastAsia="Cambria"/>
                <w:sz w:val="24"/>
                <w:szCs w:val="24"/>
              </w:rPr>
              <w:t>Moczuk</w:t>
            </w:r>
            <w:proofErr w:type="spellEnd"/>
            <w:r w:rsidRPr="0061536A">
              <w:rPr>
                <w:rFonts w:ascii="Corbel" w:hAnsi="Corbel" w:eastAsia="Cambria"/>
                <w:sz w:val="24"/>
                <w:szCs w:val="24"/>
              </w:rPr>
              <w:t>, Socjologiczne aspekty bezpieczeństwa lokalnego, Wyd. Uniwersytetu  Rzeszowskiego, Rzeszów 2009.</w:t>
            </w:r>
          </w:p>
          <w:p w:rsidRPr="0061536A" w:rsidR="0061536A" w:rsidP="0061536A" w:rsidRDefault="0061536A" w14:paraId="6865A5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0106F90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38C03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D7487B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28F3" w:rsidP="00C16ABF" w:rsidRDefault="006B28F3" w14:paraId="4EA1568C" w14:textId="77777777">
      <w:pPr>
        <w:spacing w:after="0" w:line="240" w:lineRule="auto"/>
      </w:pPr>
      <w:r>
        <w:separator/>
      </w:r>
    </w:p>
  </w:endnote>
  <w:endnote w:type="continuationSeparator" w:id="0">
    <w:p w:rsidR="006B28F3" w:rsidP="00C16ABF" w:rsidRDefault="006B28F3" w14:paraId="02A085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28F3" w:rsidP="00C16ABF" w:rsidRDefault="006B28F3" w14:paraId="2B41E52A" w14:textId="77777777">
      <w:pPr>
        <w:spacing w:after="0" w:line="240" w:lineRule="auto"/>
      </w:pPr>
      <w:r>
        <w:separator/>
      </w:r>
    </w:p>
  </w:footnote>
  <w:footnote w:type="continuationSeparator" w:id="0">
    <w:p w:rsidR="006B28F3" w:rsidP="00C16ABF" w:rsidRDefault="006B28F3" w14:paraId="40900BE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B8121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DF3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E0669E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5B547D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D3514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C490"/>
    <w:rsid w:val="00015B8F"/>
    <w:rsid w:val="00022CB9"/>
    <w:rsid w:val="00022ECE"/>
    <w:rsid w:val="000407B8"/>
    <w:rsid w:val="000409CC"/>
    <w:rsid w:val="00042A51"/>
    <w:rsid w:val="00042D2E"/>
    <w:rsid w:val="00044C82"/>
    <w:rsid w:val="00070ED6"/>
    <w:rsid w:val="000742DC"/>
    <w:rsid w:val="0008108F"/>
    <w:rsid w:val="0008301F"/>
    <w:rsid w:val="00084C12"/>
    <w:rsid w:val="0009370B"/>
    <w:rsid w:val="0009462C"/>
    <w:rsid w:val="00094B12"/>
    <w:rsid w:val="00096C46"/>
    <w:rsid w:val="000A296F"/>
    <w:rsid w:val="000A2A28"/>
    <w:rsid w:val="000B192D"/>
    <w:rsid w:val="000B28EE"/>
    <w:rsid w:val="000B3E37"/>
    <w:rsid w:val="000B69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954"/>
    <w:rsid w:val="00176083"/>
    <w:rsid w:val="00192F37"/>
    <w:rsid w:val="001A70D2"/>
    <w:rsid w:val="001B77B2"/>
    <w:rsid w:val="001D657B"/>
    <w:rsid w:val="001D7B54"/>
    <w:rsid w:val="001E0209"/>
    <w:rsid w:val="001F2CA2"/>
    <w:rsid w:val="002116E2"/>
    <w:rsid w:val="002144C0"/>
    <w:rsid w:val="002226F6"/>
    <w:rsid w:val="0022477D"/>
    <w:rsid w:val="002278A9"/>
    <w:rsid w:val="002336F9"/>
    <w:rsid w:val="0024028F"/>
    <w:rsid w:val="00244ABC"/>
    <w:rsid w:val="00277D1B"/>
    <w:rsid w:val="00281FF2"/>
    <w:rsid w:val="002857DE"/>
    <w:rsid w:val="00291567"/>
    <w:rsid w:val="002A22BF"/>
    <w:rsid w:val="002A2389"/>
    <w:rsid w:val="002A671D"/>
    <w:rsid w:val="002B1085"/>
    <w:rsid w:val="002B4D55"/>
    <w:rsid w:val="002B5EA0"/>
    <w:rsid w:val="002B6119"/>
    <w:rsid w:val="002C0ED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F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C70"/>
    <w:rsid w:val="003F38C0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8412D"/>
    <w:rsid w:val="00490F7D"/>
    <w:rsid w:val="00491678"/>
    <w:rsid w:val="004968E2"/>
    <w:rsid w:val="004977ED"/>
    <w:rsid w:val="004A3EEA"/>
    <w:rsid w:val="004A4D1F"/>
    <w:rsid w:val="004C42D5"/>
    <w:rsid w:val="004D5282"/>
    <w:rsid w:val="004F1551"/>
    <w:rsid w:val="004F55A3"/>
    <w:rsid w:val="0050496F"/>
    <w:rsid w:val="00511B84"/>
    <w:rsid w:val="00513B6F"/>
    <w:rsid w:val="00517C63"/>
    <w:rsid w:val="005363C4"/>
    <w:rsid w:val="00536BDE"/>
    <w:rsid w:val="00543ACC"/>
    <w:rsid w:val="0056696D"/>
    <w:rsid w:val="00567B5D"/>
    <w:rsid w:val="0059484D"/>
    <w:rsid w:val="005A0855"/>
    <w:rsid w:val="005A3196"/>
    <w:rsid w:val="005C080F"/>
    <w:rsid w:val="005C55E5"/>
    <w:rsid w:val="005C696A"/>
    <w:rsid w:val="005D713C"/>
    <w:rsid w:val="005E6E85"/>
    <w:rsid w:val="005F31D2"/>
    <w:rsid w:val="005F6A4B"/>
    <w:rsid w:val="00602CE2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8152F"/>
    <w:rsid w:val="00696477"/>
    <w:rsid w:val="006B28F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8E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262"/>
    <w:rsid w:val="0081554D"/>
    <w:rsid w:val="0081707E"/>
    <w:rsid w:val="008449B3"/>
    <w:rsid w:val="0085747A"/>
    <w:rsid w:val="0086628D"/>
    <w:rsid w:val="00884922"/>
    <w:rsid w:val="00885F64"/>
    <w:rsid w:val="0088760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770"/>
    <w:rsid w:val="009508DF"/>
    <w:rsid w:val="00950DAC"/>
    <w:rsid w:val="00954A07"/>
    <w:rsid w:val="00997F14"/>
    <w:rsid w:val="009A396B"/>
    <w:rsid w:val="009A78D9"/>
    <w:rsid w:val="009B53B2"/>
    <w:rsid w:val="009C3E31"/>
    <w:rsid w:val="009C4B2A"/>
    <w:rsid w:val="009C54AE"/>
    <w:rsid w:val="009C788E"/>
    <w:rsid w:val="009E05C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90"/>
    <w:rsid w:val="00A979AE"/>
    <w:rsid w:val="00A97DE1"/>
    <w:rsid w:val="00AB053C"/>
    <w:rsid w:val="00AD1146"/>
    <w:rsid w:val="00AD27D3"/>
    <w:rsid w:val="00AD66D6"/>
    <w:rsid w:val="00AE1160"/>
    <w:rsid w:val="00AE203C"/>
    <w:rsid w:val="00AE2E74"/>
    <w:rsid w:val="00AE3463"/>
    <w:rsid w:val="00AE5FCB"/>
    <w:rsid w:val="00AF2C1E"/>
    <w:rsid w:val="00B0103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34F"/>
    <w:rsid w:val="00C324C1"/>
    <w:rsid w:val="00C36992"/>
    <w:rsid w:val="00C56036"/>
    <w:rsid w:val="00C57FBB"/>
    <w:rsid w:val="00C61DC5"/>
    <w:rsid w:val="00C67E92"/>
    <w:rsid w:val="00C70A26"/>
    <w:rsid w:val="00C735C9"/>
    <w:rsid w:val="00C766DF"/>
    <w:rsid w:val="00C81BA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F5C"/>
    <w:rsid w:val="00D67103"/>
    <w:rsid w:val="00D74119"/>
    <w:rsid w:val="00D74D73"/>
    <w:rsid w:val="00D8075B"/>
    <w:rsid w:val="00D8678B"/>
    <w:rsid w:val="00DA2114"/>
    <w:rsid w:val="00DE09C0"/>
    <w:rsid w:val="00DE4A14"/>
    <w:rsid w:val="00DF320D"/>
    <w:rsid w:val="00DF71C8"/>
    <w:rsid w:val="00E038A7"/>
    <w:rsid w:val="00E129B8"/>
    <w:rsid w:val="00E21E7D"/>
    <w:rsid w:val="00E22FBC"/>
    <w:rsid w:val="00E24BF5"/>
    <w:rsid w:val="00E25338"/>
    <w:rsid w:val="00E51E44"/>
    <w:rsid w:val="00E63348"/>
    <w:rsid w:val="00E71421"/>
    <w:rsid w:val="00E71969"/>
    <w:rsid w:val="00E77E88"/>
    <w:rsid w:val="00E8107D"/>
    <w:rsid w:val="00E960BB"/>
    <w:rsid w:val="00EA2074"/>
    <w:rsid w:val="00EA4832"/>
    <w:rsid w:val="00EA4E9D"/>
    <w:rsid w:val="00EA736C"/>
    <w:rsid w:val="00EC4899"/>
    <w:rsid w:val="00EC4FB5"/>
    <w:rsid w:val="00ED03AB"/>
    <w:rsid w:val="00ED32D2"/>
    <w:rsid w:val="00EE32DE"/>
    <w:rsid w:val="00EE5457"/>
    <w:rsid w:val="00EF0377"/>
    <w:rsid w:val="00F070AB"/>
    <w:rsid w:val="00F17567"/>
    <w:rsid w:val="00F27A7B"/>
    <w:rsid w:val="00F526AF"/>
    <w:rsid w:val="00F617C3"/>
    <w:rsid w:val="00F7066B"/>
    <w:rsid w:val="00F7169E"/>
    <w:rsid w:val="00F83B28"/>
    <w:rsid w:val="00FA46E5"/>
    <w:rsid w:val="00FB4A7F"/>
    <w:rsid w:val="00FB7DBA"/>
    <w:rsid w:val="00FC1C25"/>
    <w:rsid w:val="00FC3F45"/>
    <w:rsid w:val="00FD503F"/>
    <w:rsid w:val="00FD7589"/>
    <w:rsid w:val="00FF016A"/>
    <w:rsid w:val="00FF1401"/>
    <w:rsid w:val="00FF5E7D"/>
    <w:rsid w:val="01E3A510"/>
    <w:rsid w:val="0774E91B"/>
    <w:rsid w:val="08050600"/>
    <w:rsid w:val="09EC76D4"/>
    <w:rsid w:val="0B3CA6C2"/>
    <w:rsid w:val="0C14EF33"/>
    <w:rsid w:val="0C93E39C"/>
    <w:rsid w:val="105BCED4"/>
    <w:rsid w:val="1106FCCF"/>
    <w:rsid w:val="12B0559A"/>
    <w:rsid w:val="14DC0CB7"/>
    <w:rsid w:val="153920AE"/>
    <w:rsid w:val="1825E215"/>
    <w:rsid w:val="1E9258D4"/>
    <w:rsid w:val="1E93DD43"/>
    <w:rsid w:val="1FED2931"/>
    <w:rsid w:val="22CADB4F"/>
    <w:rsid w:val="255F96EF"/>
    <w:rsid w:val="2690B639"/>
    <w:rsid w:val="272FDB20"/>
    <w:rsid w:val="275398BA"/>
    <w:rsid w:val="2ADE156E"/>
    <w:rsid w:val="2D12C92E"/>
    <w:rsid w:val="326C1C48"/>
    <w:rsid w:val="33856449"/>
    <w:rsid w:val="387D345F"/>
    <w:rsid w:val="3AF7891B"/>
    <w:rsid w:val="3CBB179D"/>
    <w:rsid w:val="3DE7F20F"/>
    <w:rsid w:val="3F654639"/>
    <w:rsid w:val="40488015"/>
    <w:rsid w:val="41B5ABE9"/>
    <w:rsid w:val="451B18A1"/>
    <w:rsid w:val="4AB393CE"/>
    <w:rsid w:val="505B73E5"/>
    <w:rsid w:val="5094C184"/>
    <w:rsid w:val="51E3F3A1"/>
    <w:rsid w:val="56BBD76A"/>
    <w:rsid w:val="56FB57E8"/>
    <w:rsid w:val="57014391"/>
    <w:rsid w:val="5BEB2A53"/>
    <w:rsid w:val="5F1A5361"/>
    <w:rsid w:val="6206F8DA"/>
    <w:rsid w:val="6243DB0F"/>
    <w:rsid w:val="664E1C27"/>
    <w:rsid w:val="688A8A5F"/>
    <w:rsid w:val="70029AD3"/>
    <w:rsid w:val="72499ABC"/>
    <w:rsid w:val="73DCA6DD"/>
    <w:rsid w:val="7703799E"/>
    <w:rsid w:val="7794EE51"/>
    <w:rsid w:val="7940C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8942"/>
  <w15:docId w15:val="{10A4DA3A-BB1A-4C55-AA62-B8DDA9E2D3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C735C9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A5A3-E551-41D4-AA89-C48D536B3C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35</revision>
  <lastPrinted>2019-02-06T12:12:00.0000000Z</lastPrinted>
  <dcterms:created xsi:type="dcterms:W3CDTF">2019-03-06T14:29:00.0000000Z</dcterms:created>
  <dcterms:modified xsi:type="dcterms:W3CDTF">2022-01-21T12:33:14.4425182Z</dcterms:modified>
</coreProperties>
</file>